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1F7FCBB0" w:rsidR="00F422D3" w:rsidRDefault="00F422D3" w:rsidP="00B42F40">
      <w:pPr>
        <w:pStyle w:val="SoDTitul2"/>
      </w:pPr>
      <w:r>
        <w:t>Název zakázky: „</w:t>
      </w:r>
      <w:r w:rsidR="007B5CF8">
        <w:t>Rekonstrukce TZZ Přelouč – Prachovice</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7B5CF8" w:rsidRDefault="00F422D3" w:rsidP="00B42F40">
      <w:pPr>
        <w:pStyle w:val="SoDTextbezodsazen"/>
        <w:spacing w:after="0"/>
      </w:pPr>
      <w:r>
        <w:t xml:space="preserve">zastoupena: </w:t>
      </w:r>
      <w:r w:rsidRPr="007B5CF8">
        <w:t xml:space="preserve">Ing. Mojmírem Nejezchlebem, náměstkem GŘ pro modernizaci dráhy </w:t>
      </w:r>
    </w:p>
    <w:p w14:paraId="0F4A8A3E" w14:textId="77777777" w:rsidR="00F422D3" w:rsidRDefault="00F422D3" w:rsidP="00B42F40">
      <w:pPr>
        <w:pStyle w:val="SoDTextbezodsazen"/>
      </w:pPr>
      <w:r w:rsidRPr="007B5CF8">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35419923" w:rsidR="00F422D3" w:rsidRDefault="00F422D3" w:rsidP="00B42F40">
      <w:pPr>
        <w:pStyle w:val="SoDTextbezodsazen"/>
      </w:pPr>
      <w:r w:rsidRPr="00B42F40">
        <w:t>Stavební</w:t>
      </w:r>
      <w:r>
        <w:t xml:space="preserve"> správa</w:t>
      </w:r>
      <w:r w:rsidR="00CC5BEB">
        <w:t xml:space="preserve"> </w:t>
      </w:r>
      <w:r w:rsidR="007B5CF8">
        <w:t>východ, Nerudova 773/1, 779 00 Olomouc</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7BC7A240" w:rsidR="00F422D3" w:rsidRDefault="00F422D3" w:rsidP="00B42F40">
      <w:pPr>
        <w:pStyle w:val="SoDTextbezodsazen"/>
      </w:pPr>
      <w:r w:rsidRPr="007B5CF8">
        <w:t>ISPROFOND: 5</w:t>
      </w:r>
      <w:r w:rsidR="007B5CF8" w:rsidRPr="007B5CF8">
        <w:t>533520005</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lastRenderedPageBreak/>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2D3CDD2F" w14:textId="77777777" w:rsidR="00B42F40" w:rsidRPr="00B42F40" w:rsidRDefault="00B42F40" w:rsidP="00B42F40">
      <w:pPr>
        <w:pStyle w:val="SoDTextbezodsazen"/>
      </w:pPr>
    </w:p>
    <w:p w14:paraId="12FE20BB" w14:textId="470F277C" w:rsidR="00F422D3" w:rsidRDefault="00F422D3" w:rsidP="00B42F40">
      <w:pPr>
        <w:pStyle w:val="SoDTextbezodsazen"/>
      </w:pPr>
      <w:r w:rsidRPr="00B42F40">
        <w:t xml:space="preserve">Objednatel si přeje, aby Dílo </w:t>
      </w:r>
      <w:r w:rsidR="007B5CF8" w:rsidRPr="007B5CF8">
        <w:rPr>
          <w:b/>
          <w:bCs/>
        </w:rPr>
        <w:t>„Rekonstrukce TZZ Přelouč – Prachovice“</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FAECBD3" w14:textId="4E4A392E"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7B5CF8">
        <w:t>R-F/14/22</w:t>
      </w:r>
      <w:r w:rsidR="007A0E0E" w:rsidRPr="0045180B">
        <w:t>, ZTP</w:t>
      </w:r>
      <w:r w:rsidR="00A32963">
        <w:t xml:space="preserve"> </w:t>
      </w:r>
      <w:r w:rsidR="00C213C0">
        <w:t>ze dne 16. 8. 2024</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1C09F33D" w14:textId="6BF30A9A" w:rsidR="00F422D3" w:rsidRDefault="00F422D3" w:rsidP="007B5CF8">
      <w:pPr>
        <w:pStyle w:val="SoDslseznam-3"/>
      </w:pPr>
      <w:r w:rsidRPr="00C50C28">
        <w:t>Soupis prací</w:t>
      </w:r>
      <w:r w:rsidR="007B5CF8">
        <w:t>.</w:t>
      </w:r>
    </w:p>
    <w:p w14:paraId="44C52D2C"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7777777" w:rsidR="00B84CEE" w:rsidRDefault="00B84CEE" w:rsidP="00B84CEE">
      <w:pPr>
        <w:pStyle w:val="SoDslseznam-3"/>
      </w:pPr>
      <w:r>
        <w:t>Metodika pro akceleraci - 1. vydání, schváleno Ministerstvem dopravy dne 11. 2. 2020</w:t>
      </w:r>
      <w:r w:rsidR="00A11A87">
        <w:t>.</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 xml:space="preserve">Za platby, které má Objednatel uhradit Zhotoviteli tak, jak je níže uvedeno, se Zhotovitel tímto zavazuje Objednateli, že provede a dokončí Dílo, včetně vypracování veškeré příslušné </w:t>
      </w:r>
      <w:r w:rsidRPr="00C50C28">
        <w:lastRenderedPageBreak/>
        <w:t>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48D6C856" w14:textId="09F4FE3E" w:rsidR="002D7BAE" w:rsidRPr="00FA237E" w:rsidRDefault="002D7BAE" w:rsidP="00C213C0">
      <w:pPr>
        <w:pStyle w:val="SoDslseznam-1"/>
      </w:pPr>
      <w:r w:rsidRPr="00E73A2F">
        <w:t>Sociálně a environmentálně odpovědné zadávání</w:t>
      </w:r>
      <w:r w:rsidR="00143682" w:rsidRPr="00C213C0">
        <w:t>, inovace</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C213C0" w:rsidRDefault="00C74AE9" w:rsidP="002C03C9">
      <w:pPr>
        <w:pStyle w:val="SoDodraka-1"/>
      </w:pPr>
      <w:r w:rsidRPr="00C213C0">
        <w:t>jednání vedená primárně distančním způsobem,</w:t>
      </w:r>
    </w:p>
    <w:p w14:paraId="11E2BE32" w14:textId="5FB89261" w:rsidR="00C74AE9" w:rsidRPr="00C213C0" w:rsidRDefault="00C74AE9" w:rsidP="00867ED8">
      <w:pPr>
        <w:pStyle w:val="SoDodraka-1"/>
        <w:rPr>
          <w:i/>
          <w:color w:val="00B050"/>
        </w:rPr>
      </w:pPr>
      <w:r w:rsidRPr="00C213C0">
        <w:t>studentské exkurze</w:t>
      </w:r>
      <w:r w:rsidR="00867ED8" w:rsidRPr="00C213C0">
        <w:t>,</w:t>
      </w:r>
    </w:p>
    <w:p w14:paraId="42A74E32" w14:textId="5EECF34A" w:rsidR="008916E9" w:rsidRPr="00C213C0" w:rsidRDefault="00C74AE9" w:rsidP="00495B1B">
      <w:pPr>
        <w:pStyle w:val="SoDodraka-1"/>
        <w:rPr>
          <w:i/>
          <w:color w:val="00B050"/>
        </w:rPr>
      </w:pPr>
      <w:r w:rsidRPr="00C213C0">
        <w:t>recyklace kameniva vyzískávaného z kolejového lože,</w:t>
      </w:r>
      <w:r w:rsidR="009178EF" w:rsidRPr="00C213C0">
        <w:t xml:space="preserve"> </w:t>
      </w:r>
    </w:p>
    <w:p w14:paraId="33CFBED6" w14:textId="63AE3FBA" w:rsidR="00FE2EF5" w:rsidRPr="00C213C0" w:rsidRDefault="00495B1B" w:rsidP="00C213C0">
      <w:pPr>
        <w:pStyle w:val="SoDodraka-1"/>
        <w:rPr>
          <w:i/>
          <w:color w:val="00B050"/>
        </w:rPr>
      </w:pPr>
      <w:r w:rsidRPr="00C213C0">
        <w:t>majetkoprávní vypořádání v majetkoprávní aplikaci</w:t>
      </w:r>
      <w:r w:rsidR="00C213C0" w:rsidRPr="00C213C0">
        <w:t>.</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322D0EC3" w:rsidR="00F422D3" w:rsidRPr="006F0F34" w:rsidRDefault="00F422D3" w:rsidP="006F0F34">
      <w:pPr>
        <w:pStyle w:val="SoDslseznam-1"/>
      </w:pPr>
      <w:r w:rsidRPr="006F0F34">
        <w:rPr>
          <w:i/>
          <w:szCs w:val="18"/>
        </w:rPr>
        <w:t>NEOBSAZENO</w:t>
      </w:r>
    </w:p>
    <w:p w14:paraId="482A804F"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6F0F34">
        <w:t>2</w:t>
      </w:r>
      <w:r w:rsidR="00735609" w:rsidRPr="006F0F34">
        <w:t>5</w:t>
      </w:r>
      <w:r w:rsidR="00D20BF2" w:rsidRPr="0045180B">
        <w:t xml:space="preserve"> </w:t>
      </w:r>
      <w:r w:rsidRPr="00C50C28">
        <w:t xml:space="preserve">této Smlouvy o dílo týkající se licencí, záruk, nároků z odpovědnosti za vady, nároky z odpovědnosti za škodu a nároky ze smluvních pokut, </w:t>
      </w:r>
      <w:r w:rsidRPr="00C50C28">
        <w:lastRenderedPageBreak/>
        <w:t>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1F701B8A"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2ADD2EE3" w14:textId="04570993" w:rsidR="00F422D3" w:rsidRPr="005925DB" w:rsidRDefault="006F0F34" w:rsidP="002C03C9">
      <w:pPr>
        <w:pStyle w:val="SoDodraka-3"/>
      </w:pPr>
      <w:r>
        <w:t>SO 13-10-01</w:t>
      </w:r>
      <w:r w:rsidR="004965B5" w:rsidRPr="004965B5">
        <w:t xml:space="preserve"> </w:t>
      </w:r>
      <w:r w:rsidR="004965B5" w:rsidRPr="00476076">
        <w:t>ŽST Choltice, železniční svršek</w:t>
      </w:r>
      <w:r>
        <w:t>,</w:t>
      </w:r>
    </w:p>
    <w:p w14:paraId="025C8553" w14:textId="044EBB0C" w:rsidR="00F422D3" w:rsidRPr="005925DB" w:rsidRDefault="006F0F34" w:rsidP="002C03C9">
      <w:pPr>
        <w:pStyle w:val="SoDodraka-3"/>
      </w:pPr>
      <w:r>
        <w:t>SO 15-10-01</w:t>
      </w:r>
      <w:r w:rsidR="009D3D9E" w:rsidRPr="009D3D9E">
        <w:t xml:space="preserve"> </w:t>
      </w:r>
      <w:r w:rsidR="009D3D9E" w:rsidRPr="00476076">
        <w:t>ŽST Heřmanův Městec, železniční svršek</w:t>
      </w:r>
    </w:p>
    <w:p w14:paraId="06847F94" w14:textId="1C2037E6" w:rsidR="00E73A2F" w:rsidRDefault="00B16FC9" w:rsidP="006D12A8">
      <w:pPr>
        <w:pStyle w:val="SoDTextbezodsazen"/>
        <w:ind w:left="1021"/>
      </w:pPr>
      <w:r w:rsidRPr="005925DB">
        <w:t>s výjimkou speciálních činností nebo zařízení uvedených v Příloze k nabídce.</w:t>
      </w:r>
    </w:p>
    <w:p w14:paraId="241EFAE1"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538B405C" w14:textId="38EB1C90" w:rsidR="007157F6" w:rsidRPr="006D12A8" w:rsidRDefault="004C285D" w:rsidP="00A973B1">
      <w:pPr>
        <w:pStyle w:val="SoDslseznam-2"/>
        <w:rPr>
          <w:i/>
          <w:iCs/>
        </w:rPr>
      </w:pPr>
      <w:bookmarkStart w:id="0" w:name="_Hlk135648984"/>
      <w:r w:rsidRPr="006D12A8">
        <w:rPr>
          <w:i/>
          <w:iCs/>
        </w:rPr>
        <w:t>NEOBSAZENO</w:t>
      </w:r>
    </w:p>
    <w:bookmarkEnd w:id="0"/>
    <w:p w14:paraId="2030F339" w14:textId="5A58439F" w:rsidR="00F422D3" w:rsidRPr="00C50C28" w:rsidRDefault="00F422D3" w:rsidP="00F54F3E">
      <w:pPr>
        <w:pStyle w:val="SoDslseznam-2"/>
      </w:pPr>
      <w:r w:rsidRPr="00C50C28">
        <w:t xml:space="preserve">změnu </w:t>
      </w:r>
      <w:r w:rsidR="0038118A">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0EF9778" w14:textId="6552DE1B" w:rsidR="0034230B" w:rsidRDefault="001C655D" w:rsidP="00F54F3E">
      <w:pPr>
        <w:pStyle w:val="SoDslseznam-2"/>
      </w:pPr>
      <w:r>
        <w:t xml:space="preserve">v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6960FEFE" w14:textId="251B5B08" w:rsidR="00CB337C" w:rsidRPr="005925DB" w:rsidRDefault="00EE65E1" w:rsidP="00AE4D4C">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923391B" w14:textId="237A8B7D" w:rsidR="00CB337C" w:rsidRPr="0045180B" w:rsidRDefault="00CB337C" w:rsidP="00F54F3E">
      <w:pPr>
        <w:pStyle w:val="SoDslseznam-1"/>
      </w:pPr>
      <w:r w:rsidRPr="0045180B">
        <w:t xml:space="preserve">Součástí dodávky na zhotovení Díla nejsou prvky mobiliáře, které jsou součástí SO </w:t>
      </w:r>
      <w:r w:rsidR="00AE4D4C">
        <w:t>12-51-01 Choltice, zpevněné plochy, položka 31 stojan na kola</w:t>
      </w:r>
      <w:r w:rsidRPr="0045180B">
        <w:t xml:space="preserve"> dle technické specifikace v Soupisu prací jednotlivých položek.</w:t>
      </w:r>
    </w:p>
    <w:p w14:paraId="649F5F85" w14:textId="58EAEA45" w:rsidR="00CB337C" w:rsidRPr="00AE4D4C" w:rsidRDefault="00CB337C" w:rsidP="00AE4D4C">
      <w:pPr>
        <w:pStyle w:val="SoDslseznam-1"/>
        <w:rPr>
          <w:i/>
          <w:iCs/>
        </w:rPr>
      </w:pPr>
      <w:bookmarkStart w:id="1" w:name="_Hlk164250234"/>
      <w:r w:rsidRPr="00AE4D4C">
        <w:rPr>
          <w:i/>
          <w:iCs/>
        </w:rPr>
        <w:t>NEOBSAZENO</w:t>
      </w:r>
    </w:p>
    <w:bookmarkEnd w:id="1"/>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lastRenderedPageBreak/>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2FC96641" w:rsidR="007A08B0" w:rsidRPr="007A08B0" w:rsidRDefault="007A08B0" w:rsidP="00676F5B">
      <w:pPr>
        <w:pStyle w:val="SoDslseznam-1"/>
        <w:keepNext/>
      </w:pPr>
      <w:r w:rsidRPr="007A08B0">
        <w:t xml:space="preserve">Mezinárodní sankce </w:t>
      </w:r>
      <w:r w:rsidR="00874C16">
        <w:t>a střet zájmů</w:t>
      </w:r>
    </w:p>
    <w:p w14:paraId="21526E01" w14:textId="77777777" w:rsidR="007A08B0" w:rsidRPr="007A08B0" w:rsidRDefault="007A08B0" w:rsidP="00676F5B">
      <w:pPr>
        <w:pStyle w:val="SoDslseznam-2"/>
        <w:keepNext/>
      </w:pPr>
      <w:r w:rsidRPr="007A08B0">
        <w:t xml:space="preserve">Zhotovitel prohlašuje, že: </w:t>
      </w:r>
    </w:p>
    <w:p w14:paraId="7252D921"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6F60ACBD"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ACFC246" w14:textId="022259A4" w:rsidR="007A08B0" w:rsidRDefault="007A08B0" w:rsidP="00956D52">
      <w:pPr>
        <w:pStyle w:val="SODslseznam-2a"/>
      </w:pPr>
      <w:r w:rsidRPr="007A08B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rsidRPr="007A08B0">
        <w:lastRenderedPageBreak/>
        <w:t>územní celistvost, svrchovanost a nezávislost Ukrajiny, ve znění pozdějších předpisů, a dalších prováděcích předpisů k tomuto nařízení Rady (EU) č.</w:t>
      </w:r>
      <w:r w:rsidR="00B111A6">
        <w:t> </w:t>
      </w:r>
      <w:r w:rsidRPr="007A08B0">
        <w:t xml:space="preserve">269/2014 </w:t>
      </w:r>
      <w:r w:rsidR="00BA63C7">
        <w:t xml:space="preserve">anebo osobami dle čl. 2 nařízení Rady (ES) uvedeném v odstavci 22.4 této </w:t>
      </w:r>
      <w:r w:rsidR="00BD4DFC">
        <w:t>S</w:t>
      </w:r>
      <w:r w:rsidR="00BA63C7">
        <w:t>mlouvy</w:t>
      </w:r>
      <w:r w:rsidR="00BA63C7" w:rsidRPr="007A08B0">
        <w:t xml:space="preserve"> </w:t>
      </w:r>
      <w:r w:rsidRPr="007A08B0">
        <w:t xml:space="preserve">(dále jen </w:t>
      </w:r>
      <w:r w:rsidRPr="007A08B0">
        <w:rPr>
          <w:b/>
        </w:rPr>
        <w:t>„Sankční seznamy“</w:t>
      </w:r>
      <w:r w:rsidRPr="007A08B0">
        <w:t>),</w:t>
      </w:r>
    </w:p>
    <w:p w14:paraId="40EF6311" w14:textId="77777777" w:rsidR="00874C16" w:rsidRDefault="00874C16" w:rsidP="00874C16">
      <w:pPr>
        <w:pStyle w:val="SODslseznam-2a"/>
      </w:pPr>
      <w:bookmarkStart w:id="2" w:name="_Hlk176777839"/>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bookmarkEnd w:id="2"/>
    <w:p w14:paraId="3F5CDBC2"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86783B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6634959C"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A5C803B"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B002E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06BCC28" w14:textId="77777777" w:rsidR="007A08B0" w:rsidRPr="007A08B0" w:rsidRDefault="007A08B0" w:rsidP="00FC27A9">
      <w:pPr>
        <w:pStyle w:val="SoDslseznam-1"/>
        <w:keepNext/>
      </w:pPr>
      <w:r w:rsidRPr="007A08B0">
        <w:t>Požadavek na Poddodavatele</w:t>
      </w:r>
    </w:p>
    <w:p w14:paraId="1283E084"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w:t>
      </w:r>
      <w:r w:rsidRPr="007A08B0">
        <w:lastRenderedPageBreak/>
        <w:t>musí podmínku splňovat tato právnická osoba, každý člen statutárního orgánu této právnické osoby, osoba zastupující tuto právnickou osobu ve statutárním orgánu dodavatele a vedoucí pobočky závodu.</w:t>
      </w:r>
    </w:p>
    <w:p w14:paraId="6848F474"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1D6F17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DF933B9"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4A728993" w14:textId="0AD94E01" w:rsidR="00F422D3" w:rsidRPr="005925DB" w:rsidRDefault="00F422D3" w:rsidP="009F4AF7">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6C919359" w14:textId="74C2007B" w:rsidR="00F465D8" w:rsidRPr="009F4AF7" w:rsidRDefault="00F465D8" w:rsidP="009F4AF7">
      <w:pPr>
        <w:pStyle w:val="SoDTextbezslovn"/>
        <w:rPr>
          <w:i/>
          <w:color w:val="00B050"/>
        </w:rPr>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r w:rsidR="009F4AF7" w:rsidRPr="009F4AF7">
        <w:rPr>
          <w:i/>
          <w:color w:val="00B050"/>
        </w:rPr>
        <w:t>(</w:t>
      </w:r>
      <w:r w:rsidR="00047AA6" w:rsidRPr="009F4AF7">
        <w:rPr>
          <w:i/>
          <w:color w:val="00B050"/>
        </w:rPr>
        <w:t>Pokud je vybráno více Zhotovit</w:t>
      </w:r>
      <w:r w:rsidR="000E03DC" w:rsidRPr="009F4AF7">
        <w:rPr>
          <w:i/>
          <w:color w:val="00B050"/>
        </w:rPr>
        <w:t>elů na základě společné nabídky</w:t>
      </w:r>
      <w:r w:rsidR="009F4AF7" w:rsidRPr="009F4AF7">
        <w:rPr>
          <w:i/>
          <w:color w:val="00B050"/>
        </w:rPr>
        <w:t>)</w:t>
      </w:r>
    </w:p>
    <w:p w14:paraId="27CE9F7E" w14:textId="1EC35C99" w:rsidR="000E03DC" w:rsidRPr="009F4AF7" w:rsidRDefault="00F422D3" w:rsidP="005925DB">
      <w:pPr>
        <w:pStyle w:val="SoDTextbezslovn"/>
        <w:rPr>
          <w:color w:val="00B050"/>
        </w:rPr>
      </w:pPr>
      <w:r w:rsidRPr="009F4AF7">
        <w:t>Příloha č.</w:t>
      </w:r>
      <w:r w:rsidR="00973C20" w:rsidRPr="009F4AF7">
        <w:t xml:space="preserve"> </w:t>
      </w:r>
      <w:r w:rsidR="00F465D8" w:rsidRPr="009F4AF7">
        <w:t>8</w:t>
      </w:r>
      <w:r w:rsidR="00973C20" w:rsidRPr="009F4AF7">
        <w:tab/>
      </w:r>
      <w:r w:rsidR="00B9342A" w:rsidRPr="009F4AF7">
        <w:t>NEOBSAZENO</w:t>
      </w:r>
    </w:p>
    <w:p w14:paraId="71070920" w14:textId="257592CA" w:rsidR="00F422D3" w:rsidRPr="009F4AF7" w:rsidRDefault="00F422D3" w:rsidP="009F4AF7">
      <w:pPr>
        <w:pStyle w:val="SoDTextbezslovn"/>
        <w:rPr>
          <w:color w:val="00B050"/>
        </w:rPr>
      </w:pPr>
      <w:r w:rsidRPr="009F4AF7">
        <w:t>Příloha č.</w:t>
      </w:r>
      <w:r w:rsidR="00F465D8" w:rsidRPr="009F4AF7">
        <w:t xml:space="preserve"> 9</w:t>
      </w:r>
      <w:r w:rsidRPr="009F4AF7">
        <w:tab/>
        <w:t xml:space="preserve">Žádost o poskytnutí zálohové platby </w:t>
      </w:r>
    </w:p>
    <w:p w14:paraId="3BA2CA2E" w14:textId="78A5A139" w:rsidR="00B9726B" w:rsidRPr="00DA5988" w:rsidRDefault="00077CE2" w:rsidP="009F4AF7">
      <w:pPr>
        <w:pStyle w:val="SoDTextbezslovn"/>
      </w:pPr>
      <w:r w:rsidRPr="009F4AF7">
        <w:t>Příloha č.</w:t>
      </w:r>
      <w:r w:rsidR="000E03DC" w:rsidRPr="009F4AF7">
        <w:t xml:space="preserve"> </w:t>
      </w:r>
      <w:r w:rsidRPr="009F4AF7">
        <w:t>10</w:t>
      </w:r>
      <w:r w:rsidRPr="009F4AF7">
        <w:tab/>
      </w:r>
      <w:r w:rsidR="00B9342A" w:rsidRPr="009F4AF7">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3BEBC4F5" w14:textId="77777777" w:rsidR="003F0E4B" w:rsidRPr="003F0E4B" w:rsidRDefault="003F0E4B" w:rsidP="003F0E4B">
      <w:pPr>
        <w:pStyle w:val="SoDTextbezodsazen"/>
      </w:pPr>
      <w:r w:rsidRPr="003F0E4B">
        <w:t>Rekapitulace Ceny Díla dle objektů:</w:t>
      </w:r>
    </w:p>
    <w:p w14:paraId="5EEFBD20" w14:textId="77777777" w:rsidR="003F0E4B" w:rsidRPr="003F0E4B" w:rsidRDefault="003F0E4B" w:rsidP="003F0E4B">
      <w:pPr>
        <w:pStyle w:val="SoDTextbezodsazen"/>
      </w:pPr>
      <w:r w:rsidRPr="003F0E4B">
        <w:t xml:space="preserve">Do přílohy Smlouvy bude vložena tabulka „Rekapitulace stavby po objektech“, vyexportovaná z předložené nabídky oceněného Soupisu prací z IS </w:t>
      </w:r>
      <w:proofErr w:type="spellStart"/>
      <w:r w:rsidRPr="003F0E4B">
        <w:t>AspeEsticon</w:t>
      </w:r>
      <w:proofErr w:type="spellEnd"/>
      <w:r w:rsidRPr="003F0E4B">
        <w:t xml:space="preserve"> </w:t>
      </w:r>
    </w:p>
    <w:p w14:paraId="5CAE7395" w14:textId="2E375176" w:rsidR="00B51939" w:rsidRPr="000C2B01" w:rsidRDefault="003F0E4B" w:rsidP="003F0E4B">
      <w:pPr>
        <w:pStyle w:val="SoDTextbezodsazen"/>
      </w:pPr>
      <w:r w:rsidRPr="003F0E4B">
        <w:rPr>
          <w:i/>
          <w:iCs/>
        </w:rPr>
        <w:t>(TISK =&gt; „3.2.1 Rekapitulace po objektech“; v Parametrech nastavit: Zaokrouhlit na haléře; Graficky oddělit objekty; Úroveň objektů – Tisknout všechny úrovně objektů; JOC; Tisknout datum a čas; Tisknout firmu – Dodavatel =&gt; Odeslat).</w:t>
      </w:r>
    </w:p>
    <w:p w14:paraId="2B94F6B1" w14:textId="77777777" w:rsidR="00B51939" w:rsidRPr="00A0271B" w:rsidRDefault="00B51939" w:rsidP="00747C0A">
      <w:pPr>
        <w:pStyle w:val="SoDTextbezodsazen"/>
      </w:pP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236F313D" w:rsidR="002038D5" w:rsidRPr="00F95FBD" w:rsidRDefault="00165977" w:rsidP="00F762A8">
      <w:pPr>
        <w:pStyle w:val="SoDNadpistabulky"/>
        <w:rPr>
          <w:sz w:val="18"/>
          <w:szCs w:val="18"/>
        </w:rPr>
      </w:pPr>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Default="002038D5" w:rsidP="00165977">
      <w:pPr>
        <w:pStyle w:val="SoDTabulka"/>
      </w:pPr>
    </w:p>
    <w:p w14:paraId="1F97CADE" w14:textId="4516E203" w:rsidR="009F4AF7" w:rsidRPr="00F95FBD" w:rsidRDefault="009F4AF7" w:rsidP="009F4AF7">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9F4AF7" w:rsidRPr="00003F09" w14:paraId="418C59D6" w14:textId="77777777" w:rsidTr="004965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4E6AB0" w14:textId="77777777" w:rsidR="009F4AF7" w:rsidRPr="00003F09" w:rsidRDefault="009F4AF7" w:rsidP="004965B5">
            <w:pPr>
              <w:pStyle w:val="SoDTabulka-Tun"/>
            </w:pPr>
            <w:r w:rsidRPr="00003F09">
              <w:t>Jméno a příjmení</w:t>
            </w:r>
          </w:p>
        </w:tc>
        <w:tc>
          <w:tcPr>
            <w:tcW w:w="5733" w:type="dxa"/>
          </w:tcPr>
          <w:p w14:paraId="645F92B7" w14:textId="77777777" w:rsidR="009F4AF7" w:rsidRPr="00003F09" w:rsidRDefault="009F4AF7" w:rsidP="004965B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F4AF7" w:rsidRPr="00F95FBD" w14:paraId="6B1CA6F3"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405F3B09" w14:textId="77777777" w:rsidR="009F4AF7" w:rsidRPr="00F95FBD" w:rsidRDefault="009F4AF7" w:rsidP="004965B5">
            <w:pPr>
              <w:pStyle w:val="SoDTabulka"/>
              <w:keepNext/>
            </w:pPr>
            <w:r w:rsidRPr="00F95FBD">
              <w:t>Adresa</w:t>
            </w:r>
          </w:p>
        </w:tc>
        <w:tc>
          <w:tcPr>
            <w:tcW w:w="5733" w:type="dxa"/>
          </w:tcPr>
          <w:p w14:paraId="2068AF60" w14:textId="77777777" w:rsidR="009F4AF7" w:rsidRPr="00F95FBD" w:rsidRDefault="009F4AF7" w:rsidP="004965B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4AF7" w:rsidRPr="00F95FBD" w14:paraId="35B4939D"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453DB781" w14:textId="77777777" w:rsidR="009F4AF7" w:rsidRPr="00F95FBD" w:rsidRDefault="009F4AF7" w:rsidP="004965B5">
            <w:pPr>
              <w:pStyle w:val="SoDTabulka"/>
              <w:keepNext/>
            </w:pPr>
            <w:r w:rsidRPr="00F95FBD">
              <w:t>E-mail</w:t>
            </w:r>
          </w:p>
        </w:tc>
        <w:tc>
          <w:tcPr>
            <w:tcW w:w="5733" w:type="dxa"/>
          </w:tcPr>
          <w:p w14:paraId="6BB5BA2F" w14:textId="77777777" w:rsidR="009F4AF7" w:rsidRPr="00F95FBD" w:rsidRDefault="009F4AF7" w:rsidP="004965B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4AF7" w:rsidRPr="00F95FBD" w14:paraId="26312FC3"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6B8FAF4C" w14:textId="77777777" w:rsidR="009F4AF7" w:rsidRPr="00F95FBD" w:rsidRDefault="009F4AF7" w:rsidP="004965B5">
            <w:pPr>
              <w:pStyle w:val="SoDTabulka"/>
            </w:pPr>
            <w:r w:rsidRPr="00F95FBD">
              <w:t>Telefon</w:t>
            </w:r>
          </w:p>
        </w:tc>
        <w:tc>
          <w:tcPr>
            <w:tcW w:w="5733" w:type="dxa"/>
          </w:tcPr>
          <w:p w14:paraId="0244D878" w14:textId="77777777" w:rsidR="009F4AF7" w:rsidRPr="00F95FBD" w:rsidRDefault="009F4AF7" w:rsidP="004965B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88117F" w14:textId="77777777" w:rsidR="009F4AF7" w:rsidRPr="00F95FBD" w:rsidRDefault="009F4AF7" w:rsidP="00165977">
      <w:pPr>
        <w:pStyle w:val="SoDTabulka"/>
      </w:pPr>
    </w:p>
    <w:p w14:paraId="74E11099"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34A259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C68C" w14:textId="77777777" w:rsidR="002038D5" w:rsidRPr="00003F09" w:rsidRDefault="002038D5" w:rsidP="00B44265">
            <w:pPr>
              <w:pStyle w:val="SoDTabulka-Tun"/>
            </w:pPr>
            <w:r w:rsidRPr="00003F09">
              <w:t>Jméno a příjmení</w:t>
            </w:r>
          </w:p>
        </w:tc>
        <w:tc>
          <w:tcPr>
            <w:tcW w:w="5733" w:type="dxa"/>
          </w:tcPr>
          <w:p w14:paraId="2B3BEA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8E028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62801F" w14:textId="77777777" w:rsidR="002038D5" w:rsidRPr="00F95FBD" w:rsidRDefault="002038D5" w:rsidP="00165977">
            <w:pPr>
              <w:pStyle w:val="SoDTabulka"/>
            </w:pPr>
            <w:r w:rsidRPr="00F95FBD">
              <w:t>Adresa</w:t>
            </w:r>
          </w:p>
        </w:tc>
        <w:tc>
          <w:tcPr>
            <w:tcW w:w="5733" w:type="dxa"/>
          </w:tcPr>
          <w:p w14:paraId="04D9F6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47E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88A52" w14:textId="77777777" w:rsidR="002038D5" w:rsidRPr="00F95FBD" w:rsidRDefault="002038D5" w:rsidP="00165977">
            <w:pPr>
              <w:pStyle w:val="SoDTabulka"/>
            </w:pPr>
            <w:r w:rsidRPr="00F95FBD">
              <w:t>E-mail</w:t>
            </w:r>
          </w:p>
        </w:tc>
        <w:tc>
          <w:tcPr>
            <w:tcW w:w="5733" w:type="dxa"/>
          </w:tcPr>
          <w:p w14:paraId="4D5F1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CED2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3F785E" w14:textId="77777777" w:rsidR="002038D5" w:rsidRPr="00F95FBD" w:rsidRDefault="002038D5" w:rsidP="00165977">
            <w:pPr>
              <w:pStyle w:val="SoDTabulka"/>
            </w:pPr>
            <w:r w:rsidRPr="00F95FBD">
              <w:t>Telefon</w:t>
            </w:r>
          </w:p>
        </w:tc>
        <w:tc>
          <w:tcPr>
            <w:tcW w:w="5733" w:type="dxa"/>
          </w:tcPr>
          <w:p w14:paraId="21F980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816604" w14:textId="77777777" w:rsidR="002038D5" w:rsidRPr="00F95FBD" w:rsidRDefault="002038D5" w:rsidP="00165977">
      <w:pPr>
        <w:pStyle w:val="SoDTabulka"/>
      </w:pPr>
    </w:p>
    <w:p w14:paraId="2733782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7A30F3" w14:textId="61712629"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06E689CC" w:rsidR="002038D5" w:rsidRDefault="002038D5" w:rsidP="00165977">
      <w:pPr>
        <w:pStyle w:val="SoDTabulka"/>
      </w:pPr>
    </w:p>
    <w:p w14:paraId="3E87ACE1" w14:textId="5B459360" w:rsidR="009F4AF7" w:rsidRPr="00F95FBD" w:rsidRDefault="009F4AF7" w:rsidP="009F4AF7">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9F4AF7" w:rsidRPr="00003F09" w14:paraId="3C531D1B" w14:textId="77777777" w:rsidTr="004965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01691" w14:textId="77777777" w:rsidR="009F4AF7" w:rsidRPr="00003F09" w:rsidRDefault="009F4AF7" w:rsidP="004965B5">
            <w:pPr>
              <w:pStyle w:val="SoDTabulka-Tun"/>
            </w:pPr>
            <w:r w:rsidRPr="00003F09">
              <w:t>Jméno a příjmení</w:t>
            </w:r>
          </w:p>
        </w:tc>
        <w:tc>
          <w:tcPr>
            <w:tcW w:w="5733" w:type="dxa"/>
          </w:tcPr>
          <w:p w14:paraId="7C6EA8EA" w14:textId="77777777" w:rsidR="009F4AF7" w:rsidRPr="00003F09" w:rsidRDefault="009F4AF7" w:rsidP="004965B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F4AF7" w:rsidRPr="00F95FBD" w14:paraId="58C79E17"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5B9077A3" w14:textId="77777777" w:rsidR="009F4AF7" w:rsidRPr="00F95FBD" w:rsidRDefault="009F4AF7" w:rsidP="004965B5">
            <w:pPr>
              <w:pStyle w:val="SoDTabulka"/>
            </w:pPr>
            <w:r w:rsidRPr="00F95FBD">
              <w:t>Adresa</w:t>
            </w:r>
          </w:p>
        </w:tc>
        <w:tc>
          <w:tcPr>
            <w:tcW w:w="5733" w:type="dxa"/>
          </w:tcPr>
          <w:p w14:paraId="504A9875" w14:textId="77777777" w:rsidR="009F4AF7" w:rsidRPr="00F95FBD" w:rsidRDefault="009F4AF7" w:rsidP="004965B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4AF7" w:rsidRPr="00F95FBD" w14:paraId="7E17A987"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7D08AD2C" w14:textId="77777777" w:rsidR="009F4AF7" w:rsidRPr="00F95FBD" w:rsidRDefault="009F4AF7" w:rsidP="004965B5">
            <w:pPr>
              <w:pStyle w:val="SoDTabulka"/>
            </w:pPr>
            <w:r w:rsidRPr="00F95FBD">
              <w:t>E-mail</w:t>
            </w:r>
          </w:p>
        </w:tc>
        <w:tc>
          <w:tcPr>
            <w:tcW w:w="5733" w:type="dxa"/>
          </w:tcPr>
          <w:p w14:paraId="50E86280" w14:textId="77777777" w:rsidR="009F4AF7" w:rsidRPr="00F95FBD" w:rsidRDefault="009F4AF7" w:rsidP="004965B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4AF7" w:rsidRPr="00F95FBD" w14:paraId="61D03294"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6CCFA8DC" w14:textId="77777777" w:rsidR="009F4AF7" w:rsidRPr="00F95FBD" w:rsidRDefault="009F4AF7" w:rsidP="004965B5">
            <w:pPr>
              <w:pStyle w:val="SoDTabulka"/>
            </w:pPr>
            <w:r w:rsidRPr="00F95FBD">
              <w:t>Telefon</w:t>
            </w:r>
          </w:p>
        </w:tc>
        <w:tc>
          <w:tcPr>
            <w:tcW w:w="5733" w:type="dxa"/>
          </w:tcPr>
          <w:p w14:paraId="758DF3D5" w14:textId="77777777" w:rsidR="009F4AF7" w:rsidRPr="00F95FBD" w:rsidRDefault="009F4AF7" w:rsidP="004965B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CFDC56" w14:textId="77777777" w:rsidR="009F4AF7" w:rsidRPr="00F95FBD" w:rsidRDefault="009F4AF7" w:rsidP="00165977">
      <w:pPr>
        <w:pStyle w:val="SoDTabulka"/>
      </w:pPr>
    </w:p>
    <w:p w14:paraId="76808B0A" w14:textId="2DE0FA5B" w:rsidR="002038D5" w:rsidRPr="00F95FBD" w:rsidRDefault="00165977" w:rsidP="00EA056C">
      <w:pPr>
        <w:pStyle w:val="SoDNadpistabulky"/>
        <w:rPr>
          <w:sz w:val="18"/>
          <w:szCs w:val="18"/>
        </w:rPr>
      </w:pPr>
      <w:r w:rsidRPr="00F95FBD">
        <w:rPr>
          <w:sz w:val="18"/>
          <w:szCs w:val="18"/>
        </w:rPr>
        <w:t>Specialista (vedoucí prací) na trakční vedení</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Default="002038D5" w:rsidP="00165977">
      <w:pPr>
        <w:pStyle w:val="SoDTabulka"/>
      </w:pPr>
    </w:p>
    <w:p w14:paraId="4AFE83C4" w14:textId="27CF5292" w:rsidR="009F4AF7" w:rsidRPr="00F95FBD" w:rsidRDefault="009F4AF7" w:rsidP="009F4AF7">
      <w:pPr>
        <w:pStyle w:val="SoDNadpistabulky"/>
        <w:rPr>
          <w:sz w:val="18"/>
          <w:szCs w:val="18"/>
        </w:rPr>
      </w:pPr>
      <w:r w:rsidRPr="00F95FBD">
        <w:rPr>
          <w:sz w:val="18"/>
          <w:szCs w:val="18"/>
        </w:rPr>
        <w:lastRenderedPageBreak/>
        <w:t>Specialista (vedoucí prací) na silnoproud</w:t>
      </w:r>
    </w:p>
    <w:tbl>
      <w:tblPr>
        <w:tblStyle w:val="TabulkaS-zahlzap"/>
        <w:tblW w:w="8789" w:type="dxa"/>
        <w:tblLook w:val="04A0" w:firstRow="1" w:lastRow="0" w:firstColumn="1" w:lastColumn="0" w:noHBand="0" w:noVBand="1"/>
      </w:tblPr>
      <w:tblGrid>
        <w:gridCol w:w="3056"/>
        <w:gridCol w:w="5733"/>
      </w:tblGrid>
      <w:tr w:rsidR="009F4AF7" w:rsidRPr="00003F09" w14:paraId="3EAE63DD" w14:textId="77777777" w:rsidTr="004965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11E3AD" w14:textId="77777777" w:rsidR="009F4AF7" w:rsidRPr="00003F09" w:rsidRDefault="009F4AF7" w:rsidP="004965B5">
            <w:pPr>
              <w:pStyle w:val="SoDTabulka-Tun"/>
            </w:pPr>
            <w:r w:rsidRPr="00003F09">
              <w:t>Jméno a příjmení</w:t>
            </w:r>
          </w:p>
        </w:tc>
        <w:tc>
          <w:tcPr>
            <w:tcW w:w="5733" w:type="dxa"/>
          </w:tcPr>
          <w:p w14:paraId="465825C9" w14:textId="77777777" w:rsidR="009F4AF7" w:rsidRPr="00003F09" w:rsidRDefault="009F4AF7" w:rsidP="004965B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F4AF7" w:rsidRPr="00F95FBD" w14:paraId="5AC41CAD"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4339F8F1" w14:textId="77777777" w:rsidR="009F4AF7" w:rsidRPr="00F95FBD" w:rsidRDefault="009F4AF7" w:rsidP="004965B5">
            <w:pPr>
              <w:pStyle w:val="SoDTabulka"/>
            </w:pPr>
            <w:r w:rsidRPr="00F95FBD">
              <w:t>Adresa</w:t>
            </w:r>
          </w:p>
        </w:tc>
        <w:tc>
          <w:tcPr>
            <w:tcW w:w="5733" w:type="dxa"/>
          </w:tcPr>
          <w:p w14:paraId="220FFF5B" w14:textId="77777777" w:rsidR="009F4AF7" w:rsidRPr="00F95FBD" w:rsidRDefault="009F4AF7" w:rsidP="004965B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4AF7" w:rsidRPr="00F95FBD" w14:paraId="59AE125F"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308CF1CA" w14:textId="77777777" w:rsidR="009F4AF7" w:rsidRPr="00F95FBD" w:rsidRDefault="009F4AF7" w:rsidP="004965B5">
            <w:pPr>
              <w:pStyle w:val="SoDTabulka"/>
              <w:keepNext/>
            </w:pPr>
            <w:r w:rsidRPr="00F95FBD">
              <w:t>E-mail</w:t>
            </w:r>
          </w:p>
        </w:tc>
        <w:tc>
          <w:tcPr>
            <w:tcW w:w="5733" w:type="dxa"/>
          </w:tcPr>
          <w:p w14:paraId="2A249D2A" w14:textId="77777777" w:rsidR="009F4AF7" w:rsidRPr="00F95FBD" w:rsidRDefault="009F4AF7" w:rsidP="004965B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4AF7" w:rsidRPr="00F95FBD" w14:paraId="10E6BF11"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0603B69C" w14:textId="77777777" w:rsidR="009F4AF7" w:rsidRPr="00F95FBD" w:rsidRDefault="009F4AF7" w:rsidP="004965B5">
            <w:pPr>
              <w:pStyle w:val="SoDTabulka"/>
            </w:pPr>
            <w:r w:rsidRPr="00F95FBD">
              <w:t>Telefon</w:t>
            </w:r>
          </w:p>
        </w:tc>
        <w:tc>
          <w:tcPr>
            <w:tcW w:w="5733" w:type="dxa"/>
          </w:tcPr>
          <w:p w14:paraId="578127F5" w14:textId="77777777" w:rsidR="009F4AF7" w:rsidRPr="00F95FBD" w:rsidRDefault="009F4AF7" w:rsidP="004965B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B71355" w14:textId="77777777" w:rsidR="009F4AF7" w:rsidRPr="00F95FBD" w:rsidRDefault="009F4AF7"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Default="00165977" w:rsidP="00165977">
      <w:pPr>
        <w:pStyle w:val="SoDTabulka"/>
      </w:pPr>
    </w:p>
    <w:p w14:paraId="30586345" w14:textId="55449D09" w:rsidR="009F4AF7" w:rsidRPr="00F95FBD" w:rsidRDefault="009F4AF7" w:rsidP="009F4AF7">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9F4AF7" w:rsidRPr="00B44265" w14:paraId="02BB3DD4" w14:textId="77777777" w:rsidTr="004965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523EF" w14:textId="77777777" w:rsidR="009F4AF7" w:rsidRPr="00B44265" w:rsidRDefault="009F4AF7" w:rsidP="004965B5">
            <w:pPr>
              <w:pStyle w:val="SoDTabulka-Tun"/>
            </w:pPr>
            <w:r w:rsidRPr="00B44265">
              <w:t>Jméno a příjmení</w:t>
            </w:r>
          </w:p>
        </w:tc>
        <w:tc>
          <w:tcPr>
            <w:tcW w:w="5733" w:type="dxa"/>
          </w:tcPr>
          <w:p w14:paraId="76A067CE" w14:textId="77777777" w:rsidR="009F4AF7" w:rsidRPr="00B44265" w:rsidRDefault="009F4AF7" w:rsidP="004965B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9F4AF7" w:rsidRPr="00F95FBD" w14:paraId="1A5483C0"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643FA862" w14:textId="77777777" w:rsidR="009F4AF7" w:rsidRPr="00F95FBD" w:rsidRDefault="009F4AF7" w:rsidP="004965B5">
            <w:pPr>
              <w:pStyle w:val="SoDTabulka"/>
              <w:keepNext/>
            </w:pPr>
            <w:r w:rsidRPr="00F95FBD">
              <w:t>Adresa</w:t>
            </w:r>
          </w:p>
        </w:tc>
        <w:tc>
          <w:tcPr>
            <w:tcW w:w="5733" w:type="dxa"/>
          </w:tcPr>
          <w:p w14:paraId="792BA48C" w14:textId="77777777" w:rsidR="009F4AF7" w:rsidRPr="00F95FBD" w:rsidRDefault="009F4AF7" w:rsidP="004965B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4AF7" w:rsidRPr="00F95FBD" w14:paraId="21C5384C"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374F1E03" w14:textId="77777777" w:rsidR="009F4AF7" w:rsidRPr="00F95FBD" w:rsidRDefault="009F4AF7" w:rsidP="004965B5">
            <w:pPr>
              <w:pStyle w:val="SoDTabulka"/>
              <w:keepNext/>
            </w:pPr>
            <w:r w:rsidRPr="00F95FBD">
              <w:t>E-mail</w:t>
            </w:r>
          </w:p>
        </w:tc>
        <w:tc>
          <w:tcPr>
            <w:tcW w:w="5733" w:type="dxa"/>
          </w:tcPr>
          <w:p w14:paraId="713F3AF2" w14:textId="77777777" w:rsidR="009F4AF7" w:rsidRPr="00F95FBD" w:rsidRDefault="009F4AF7" w:rsidP="004965B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4AF7" w:rsidRPr="00F95FBD" w14:paraId="5AAB1360"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260D821E" w14:textId="77777777" w:rsidR="009F4AF7" w:rsidRPr="00F95FBD" w:rsidRDefault="009F4AF7" w:rsidP="004965B5">
            <w:pPr>
              <w:pStyle w:val="SoDTabulka"/>
            </w:pPr>
            <w:r w:rsidRPr="00F95FBD">
              <w:t>Telefon</w:t>
            </w:r>
          </w:p>
        </w:tc>
        <w:tc>
          <w:tcPr>
            <w:tcW w:w="5733" w:type="dxa"/>
          </w:tcPr>
          <w:p w14:paraId="6F458FD0" w14:textId="77777777" w:rsidR="009F4AF7" w:rsidRPr="00F95FBD" w:rsidRDefault="009F4AF7" w:rsidP="004965B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3B02F3" w14:textId="77777777" w:rsidR="009F4AF7" w:rsidRDefault="009F4AF7" w:rsidP="00165977">
      <w:pPr>
        <w:pStyle w:val="SoDTabulka"/>
      </w:pPr>
    </w:p>
    <w:p w14:paraId="19CA13A6" w14:textId="7261ADA6" w:rsidR="009F4AF7" w:rsidRPr="00F95FBD" w:rsidRDefault="009F4AF7" w:rsidP="009F4AF7">
      <w:pPr>
        <w:pStyle w:val="SoDNadpistabulky"/>
        <w:rPr>
          <w:sz w:val="18"/>
          <w:szCs w:val="18"/>
        </w:rPr>
      </w:pPr>
      <w:r w:rsidRPr="00F95FBD">
        <w:rPr>
          <w:sz w:val="18"/>
          <w:szCs w:val="18"/>
        </w:rPr>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9F4AF7" w:rsidRPr="00B44265" w14:paraId="0BABEC48" w14:textId="77777777" w:rsidTr="004965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607934" w14:textId="77777777" w:rsidR="009F4AF7" w:rsidRPr="00B44265" w:rsidRDefault="009F4AF7" w:rsidP="004965B5">
            <w:pPr>
              <w:pStyle w:val="SoDTabulka-Tun"/>
            </w:pPr>
            <w:r w:rsidRPr="00B44265">
              <w:t>Jméno a příjmení</w:t>
            </w:r>
          </w:p>
        </w:tc>
        <w:tc>
          <w:tcPr>
            <w:tcW w:w="5733" w:type="dxa"/>
          </w:tcPr>
          <w:p w14:paraId="2816BF0C" w14:textId="77777777" w:rsidR="009F4AF7" w:rsidRPr="00B44265" w:rsidRDefault="009F4AF7" w:rsidP="004965B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9F4AF7" w:rsidRPr="00F95FBD" w14:paraId="77B15353"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5D942D1E" w14:textId="77777777" w:rsidR="009F4AF7" w:rsidRPr="00F95FBD" w:rsidRDefault="009F4AF7" w:rsidP="004965B5">
            <w:pPr>
              <w:pStyle w:val="SoDTabulka"/>
              <w:keepNext/>
            </w:pPr>
            <w:r w:rsidRPr="00F95FBD">
              <w:t>Adresa</w:t>
            </w:r>
          </w:p>
        </w:tc>
        <w:tc>
          <w:tcPr>
            <w:tcW w:w="5733" w:type="dxa"/>
          </w:tcPr>
          <w:p w14:paraId="1893C320" w14:textId="77777777" w:rsidR="009F4AF7" w:rsidRPr="00F95FBD" w:rsidRDefault="009F4AF7" w:rsidP="004965B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4AF7" w:rsidRPr="00F95FBD" w14:paraId="6D518279"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68D699E6" w14:textId="77777777" w:rsidR="009F4AF7" w:rsidRPr="00F95FBD" w:rsidRDefault="009F4AF7" w:rsidP="004965B5">
            <w:pPr>
              <w:pStyle w:val="SoDTabulka"/>
              <w:keepNext/>
            </w:pPr>
            <w:r w:rsidRPr="00F95FBD">
              <w:t>E-mail</w:t>
            </w:r>
          </w:p>
        </w:tc>
        <w:tc>
          <w:tcPr>
            <w:tcW w:w="5733" w:type="dxa"/>
          </w:tcPr>
          <w:p w14:paraId="0BDB0B69" w14:textId="77777777" w:rsidR="009F4AF7" w:rsidRPr="00F95FBD" w:rsidRDefault="009F4AF7" w:rsidP="004965B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4AF7" w:rsidRPr="00F95FBD" w14:paraId="223F8263" w14:textId="77777777" w:rsidTr="004965B5">
        <w:tc>
          <w:tcPr>
            <w:cnfStyle w:val="001000000000" w:firstRow="0" w:lastRow="0" w:firstColumn="1" w:lastColumn="0" w:oddVBand="0" w:evenVBand="0" w:oddHBand="0" w:evenHBand="0" w:firstRowFirstColumn="0" w:firstRowLastColumn="0" w:lastRowFirstColumn="0" w:lastRowLastColumn="0"/>
            <w:tcW w:w="3056" w:type="dxa"/>
          </w:tcPr>
          <w:p w14:paraId="6B075929" w14:textId="77777777" w:rsidR="009F4AF7" w:rsidRPr="00F95FBD" w:rsidRDefault="009F4AF7" w:rsidP="004965B5">
            <w:pPr>
              <w:pStyle w:val="SoDTabulka"/>
            </w:pPr>
            <w:r w:rsidRPr="00F95FBD">
              <w:t>Telefon</w:t>
            </w:r>
          </w:p>
        </w:tc>
        <w:tc>
          <w:tcPr>
            <w:tcW w:w="5733" w:type="dxa"/>
          </w:tcPr>
          <w:p w14:paraId="13F467D1" w14:textId="77777777" w:rsidR="009F4AF7" w:rsidRPr="00F95FBD" w:rsidRDefault="009F4AF7" w:rsidP="004965B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7917E6" w14:textId="77777777" w:rsidR="009F4AF7" w:rsidRPr="00F95FBD" w:rsidRDefault="009F4AF7" w:rsidP="00165977">
      <w:pPr>
        <w:pStyle w:val="SoDTabulka"/>
      </w:pPr>
    </w:p>
    <w:p w14:paraId="42A71E63" w14:textId="77777777" w:rsidR="00165977" w:rsidRPr="00F95FBD" w:rsidRDefault="00BA63C7" w:rsidP="00165977">
      <w:pPr>
        <w:pStyle w:val="SoDNadpistabulky"/>
        <w:rPr>
          <w:sz w:val="18"/>
          <w:szCs w:val="18"/>
        </w:rPr>
      </w:pPr>
      <w:r>
        <w:rPr>
          <w:sz w:val="18"/>
          <w:szCs w:val="18"/>
        </w:rPr>
        <w:lastRenderedPageBreak/>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001711" w14:textId="08F73D01" w:rsidR="00BA63C7" w:rsidRPr="00BA63C7" w:rsidRDefault="00BA63C7" w:rsidP="00BA63C7">
      <w:pPr>
        <w:spacing w:after="0" w:line="240" w:lineRule="auto"/>
        <w:rPr>
          <w:rFonts w:asciiTheme="minorHAnsi" w:hAnsiTheme="minorHAnsi"/>
          <w:i/>
          <w:color w:val="00B050"/>
          <w:sz w:val="18"/>
          <w:szCs w:val="18"/>
        </w:rPr>
      </w:pPr>
      <w:bookmarkStart w:id="3" w:name="_Hlk148432735"/>
    </w:p>
    <w:bookmarkEnd w:id="3"/>
    <w:p w14:paraId="4D81EBCC" w14:textId="77777777" w:rsidR="00165977" w:rsidRPr="00F95FBD" w:rsidRDefault="00165977" w:rsidP="00165977">
      <w:pPr>
        <w:pStyle w:val="SoDTabulka"/>
      </w:pPr>
    </w:p>
    <w:p w14:paraId="0C3FDE6F"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6DC47F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4FC54" w14:textId="77777777" w:rsidR="00165977" w:rsidRPr="00B44265" w:rsidRDefault="00165977" w:rsidP="00B44265">
            <w:pPr>
              <w:pStyle w:val="SoDTabulka-Tun"/>
            </w:pPr>
            <w:r w:rsidRPr="00B44265">
              <w:t>Jméno a příjmení</w:t>
            </w:r>
          </w:p>
        </w:tc>
        <w:tc>
          <w:tcPr>
            <w:tcW w:w="5733" w:type="dxa"/>
          </w:tcPr>
          <w:p w14:paraId="3690D83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84852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4B8006" w14:textId="77777777" w:rsidR="00165977" w:rsidRPr="00F95FBD" w:rsidRDefault="00165977" w:rsidP="00165977">
            <w:pPr>
              <w:pStyle w:val="SoDTabulka"/>
            </w:pPr>
            <w:r w:rsidRPr="00F95FBD">
              <w:t>Adresa</w:t>
            </w:r>
          </w:p>
        </w:tc>
        <w:tc>
          <w:tcPr>
            <w:tcW w:w="5733" w:type="dxa"/>
          </w:tcPr>
          <w:p w14:paraId="397B3FB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238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7EDA3D" w14:textId="77777777" w:rsidR="00165977" w:rsidRPr="00F95FBD" w:rsidRDefault="00165977" w:rsidP="00165977">
            <w:pPr>
              <w:pStyle w:val="SoDTabulka"/>
            </w:pPr>
            <w:r w:rsidRPr="00F95FBD">
              <w:t>E-mail</w:t>
            </w:r>
          </w:p>
        </w:tc>
        <w:tc>
          <w:tcPr>
            <w:tcW w:w="5733" w:type="dxa"/>
          </w:tcPr>
          <w:p w14:paraId="328722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0F45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46DA02" w14:textId="77777777" w:rsidR="00165977" w:rsidRPr="00F95FBD" w:rsidRDefault="00165977" w:rsidP="00165977">
            <w:pPr>
              <w:pStyle w:val="SoDTabulka"/>
            </w:pPr>
            <w:r w:rsidRPr="00F95FBD">
              <w:t>Telefon</w:t>
            </w:r>
          </w:p>
        </w:tc>
        <w:tc>
          <w:tcPr>
            <w:tcW w:w="5733" w:type="dxa"/>
          </w:tcPr>
          <w:p w14:paraId="3F26581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FE7DC" w14:textId="77777777" w:rsidR="00165977" w:rsidRPr="00F95FBD" w:rsidRDefault="00165977" w:rsidP="00165977">
      <w:pPr>
        <w:pStyle w:val="SoDTabulka"/>
      </w:pPr>
    </w:p>
    <w:p w14:paraId="4E0EDDCE"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471E6CD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FFD7B" w14:textId="77777777" w:rsidR="00165977" w:rsidRPr="00B44265" w:rsidRDefault="00165977" w:rsidP="00B44265">
            <w:pPr>
              <w:pStyle w:val="SoDTabulka-Tun"/>
            </w:pPr>
            <w:r w:rsidRPr="00B44265">
              <w:t>Jméno a příjmení</w:t>
            </w:r>
          </w:p>
        </w:tc>
        <w:tc>
          <w:tcPr>
            <w:tcW w:w="5733" w:type="dxa"/>
          </w:tcPr>
          <w:p w14:paraId="1C8C22C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0AFEB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41E09F" w14:textId="77777777" w:rsidR="00165977" w:rsidRPr="00F95FBD" w:rsidRDefault="00165977" w:rsidP="005925DB">
            <w:pPr>
              <w:pStyle w:val="SoDTabulka"/>
              <w:keepNext/>
            </w:pPr>
            <w:r w:rsidRPr="00F95FBD">
              <w:t>Adresa</w:t>
            </w:r>
          </w:p>
        </w:tc>
        <w:tc>
          <w:tcPr>
            <w:tcW w:w="5733" w:type="dxa"/>
          </w:tcPr>
          <w:p w14:paraId="7B532B45"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3B3F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E99970" w14:textId="77777777" w:rsidR="00165977" w:rsidRPr="00F95FBD" w:rsidRDefault="00165977" w:rsidP="005925DB">
            <w:pPr>
              <w:pStyle w:val="SoDTabulka"/>
              <w:keepNext/>
            </w:pPr>
            <w:r w:rsidRPr="00F95FBD">
              <w:t>E-mail</w:t>
            </w:r>
          </w:p>
        </w:tc>
        <w:tc>
          <w:tcPr>
            <w:tcW w:w="5733" w:type="dxa"/>
          </w:tcPr>
          <w:p w14:paraId="17B029A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AD51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054B18" w14:textId="77777777" w:rsidR="00165977" w:rsidRPr="00F95FBD" w:rsidRDefault="00165977" w:rsidP="00165977">
            <w:pPr>
              <w:pStyle w:val="SoDTabulka"/>
            </w:pPr>
            <w:r w:rsidRPr="00F95FBD">
              <w:t>Telefon</w:t>
            </w:r>
          </w:p>
        </w:tc>
        <w:tc>
          <w:tcPr>
            <w:tcW w:w="5733" w:type="dxa"/>
          </w:tcPr>
          <w:p w14:paraId="2E1ED3B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0DEB8D" w14:textId="77777777" w:rsidR="00F95FBD" w:rsidRDefault="00F95FBD" w:rsidP="00165977">
      <w:pPr>
        <w:pStyle w:val="SoDTabulka"/>
      </w:pPr>
    </w:p>
    <w:p w14:paraId="5C123EDC" w14:textId="77777777" w:rsidR="00F95FBD" w:rsidRDefault="00F95FBD" w:rsidP="00165977">
      <w:pPr>
        <w:pStyle w:val="SoDTabulka"/>
      </w:pPr>
    </w:p>
    <w:p w14:paraId="02F76B0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6781D225" w14:textId="5AA6C1B2" w:rsidR="00DD598A" w:rsidRDefault="00DD598A" w:rsidP="009F4AF7">
      <w:pPr>
        <w:pStyle w:val="SoDNadpisbezsl1-2"/>
        <w:outlineLvl w:val="1"/>
      </w:pPr>
      <w:r w:rsidRPr="009F4AF7">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6735EEBC" w14:textId="431F2DF0" w:rsidR="00392910" w:rsidRDefault="00392910" w:rsidP="009F4AF7">
      <w:pPr>
        <w:pStyle w:val="SoDNadpisbezsl1-2"/>
        <w:outlineLvl w:val="1"/>
      </w:pPr>
      <w:r w:rsidRPr="009F4AF7">
        <w:t>Žádost o poskytnutí zálohové platby</w:t>
      </w:r>
    </w:p>
    <w:p w14:paraId="1B149BAF" w14:textId="47DC4D7B" w:rsidR="00392910" w:rsidRDefault="00392910" w:rsidP="00392910">
      <w:pPr>
        <w:pStyle w:val="SoDTextbezodsazen"/>
      </w:pPr>
      <w:r>
        <w:t xml:space="preserve">V souladu s ustanovením pod-článku 14.2 Smluvních podmínek ke Smlouvě o dílo na zhotovení stavby </w:t>
      </w:r>
      <w:r w:rsidR="009F4AF7" w:rsidRPr="009F4AF7">
        <w:rPr>
          <w:b/>
          <w:bCs/>
        </w:rPr>
        <w:t>„Rekonstrukce TZZ Přelouč – Prachovice“</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E510D1F" w14:textId="4ED98109" w:rsidR="00553701" w:rsidRDefault="00EB50D5" w:rsidP="009F4AF7">
      <w:pPr>
        <w:pStyle w:val="SoDNadpisbezsl1-2"/>
        <w:outlineLvl w:val="1"/>
      </w:pPr>
      <w:r w:rsidRPr="009F4AF7">
        <w:t>NEOBSAZEN</w:t>
      </w:r>
      <w:r w:rsidR="009F4AF7" w:rsidRPr="009F4AF7">
        <w:t>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30B92" w14:textId="77777777" w:rsidR="00F34198" w:rsidRDefault="00F34198" w:rsidP="00962258">
      <w:pPr>
        <w:spacing w:after="0" w:line="240" w:lineRule="auto"/>
      </w:pPr>
      <w:r>
        <w:separator/>
      </w:r>
    </w:p>
  </w:endnote>
  <w:endnote w:type="continuationSeparator" w:id="0">
    <w:p w14:paraId="5CD308E7" w14:textId="77777777" w:rsidR="00F34198" w:rsidRDefault="00F341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7CB0EE30" w14:textId="77777777" w:rsidTr="00D453DF">
      <w:tc>
        <w:tcPr>
          <w:tcW w:w="1021" w:type="dxa"/>
          <w:vAlign w:val="bottom"/>
        </w:tcPr>
        <w:p w14:paraId="447D86D2" w14:textId="77777777" w:rsidR="00F34198" w:rsidRPr="00B8518B" w:rsidRDefault="00F34198"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F34198" w:rsidRPr="00003F09" w:rsidRDefault="00F34198" w:rsidP="00003F09">
          <w:pPr>
            <w:pStyle w:val="SoDZpatvlevo"/>
          </w:pPr>
          <w:r>
            <w:t xml:space="preserve">Smlouva o dílo na </w:t>
          </w:r>
          <w:r w:rsidRPr="000A7FDE">
            <w:t xml:space="preserve">Zhotovení stavby </w:t>
          </w:r>
        </w:p>
      </w:tc>
    </w:tr>
  </w:tbl>
  <w:p w14:paraId="2AAEADA3" w14:textId="77777777" w:rsidR="00F34198" w:rsidRPr="00747C0A" w:rsidRDefault="00F3419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707FB8DF" w14:textId="77777777" w:rsidTr="00D453DF">
      <w:tc>
        <w:tcPr>
          <w:tcW w:w="1021" w:type="dxa"/>
          <w:vAlign w:val="bottom"/>
        </w:tcPr>
        <w:p w14:paraId="0F746FFD" w14:textId="77777777" w:rsidR="00F34198" w:rsidRPr="00B8518B" w:rsidRDefault="00F3419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F34198" w:rsidRPr="007E0D11" w:rsidRDefault="00F34198" w:rsidP="007E0D11">
          <w:pPr>
            <w:pStyle w:val="SoDZpatvlevo"/>
            <w:rPr>
              <w:b/>
            </w:rPr>
          </w:pPr>
          <w:r>
            <w:rPr>
              <w:b/>
            </w:rPr>
            <w:t>Příloha č. 4</w:t>
          </w:r>
        </w:p>
        <w:p w14:paraId="6972B467" w14:textId="77777777" w:rsidR="00F34198" w:rsidRPr="003462EB" w:rsidRDefault="00F34198" w:rsidP="007E0D11">
          <w:pPr>
            <w:pStyle w:val="SoDZpatvlevo"/>
          </w:pPr>
          <w:r>
            <w:t>Smlouva o dílo na Z</w:t>
          </w:r>
          <w:r w:rsidRPr="003462EB">
            <w:t xml:space="preserve">hotovení stavby </w:t>
          </w:r>
        </w:p>
      </w:tc>
    </w:tr>
  </w:tbl>
  <w:p w14:paraId="6EE42610" w14:textId="77777777" w:rsidR="00F34198" w:rsidRPr="00747C0A" w:rsidRDefault="00F3419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5B96E742" w14:textId="77777777" w:rsidTr="00D453DF">
      <w:tc>
        <w:tcPr>
          <w:tcW w:w="0" w:type="auto"/>
          <w:tcMar>
            <w:left w:w="0" w:type="dxa"/>
            <w:right w:w="0" w:type="dxa"/>
          </w:tcMar>
          <w:vAlign w:val="bottom"/>
        </w:tcPr>
        <w:p w14:paraId="14BCC669" w14:textId="77777777" w:rsidR="00F34198" w:rsidRPr="007E0D11" w:rsidRDefault="00F34198" w:rsidP="00D453DF">
          <w:pPr>
            <w:pStyle w:val="SoDZpatvpravo"/>
            <w:rPr>
              <w:b/>
            </w:rPr>
          </w:pPr>
          <w:r w:rsidRPr="007E0D11">
            <w:rPr>
              <w:b/>
            </w:rPr>
            <w:t xml:space="preserve">Příloha č. </w:t>
          </w:r>
          <w:r>
            <w:rPr>
              <w:b/>
            </w:rPr>
            <w:t>4</w:t>
          </w:r>
        </w:p>
        <w:p w14:paraId="29145874" w14:textId="77777777" w:rsidR="00F34198" w:rsidRPr="003462EB" w:rsidRDefault="00F3419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23321C05" w:rsidR="00F34198" w:rsidRPr="009E09BE" w:rsidRDefault="00F3419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1</w:t>
          </w:r>
          <w:r>
            <w:rPr>
              <w:rStyle w:val="slostrnky"/>
            </w:rPr>
            <w:fldChar w:fldCharType="end"/>
          </w:r>
        </w:p>
      </w:tc>
    </w:tr>
  </w:tbl>
  <w:p w14:paraId="4732A9B7" w14:textId="77777777" w:rsidR="00F34198" w:rsidRPr="00B8518B" w:rsidRDefault="00F3419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0EBAFA15" w14:textId="77777777" w:rsidTr="00D453DF">
      <w:tc>
        <w:tcPr>
          <w:tcW w:w="1021" w:type="dxa"/>
          <w:vAlign w:val="bottom"/>
        </w:tcPr>
        <w:p w14:paraId="7F851F1F" w14:textId="6DCFF9DF" w:rsidR="00F34198" w:rsidRPr="00B8518B" w:rsidRDefault="00F3419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2</w:t>
          </w:r>
          <w:r>
            <w:rPr>
              <w:rStyle w:val="slostrnky"/>
            </w:rPr>
            <w:fldChar w:fldCharType="end"/>
          </w:r>
        </w:p>
      </w:tc>
      <w:tc>
        <w:tcPr>
          <w:tcW w:w="0" w:type="auto"/>
          <w:vAlign w:val="bottom"/>
        </w:tcPr>
        <w:p w14:paraId="3107F188" w14:textId="77777777" w:rsidR="00F34198" w:rsidRPr="007E0D11" w:rsidRDefault="00F34198" w:rsidP="007E0D11">
          <w:pPr>
            <w:pStyle w:val="SoDZpatvlevo"/>
            <w:rPr>
              <w:b/>
            </w:rPr>
          </w:pPr>
          <w:r>
            <w:rPr>
              <w:b/>
            </w:rPr>
            <w:t>Příloha č. 5</w:t>
          </w:r>
        </w:p>
        <w:p w14:paraId="18C9BF42" w14:textId="77777777" w:rsidR="00F34198" w:rsidRPr="003462EB" w:rsidRDefault="00F34198" w:rsidP="007E0D11">
          <w:pPr>
            <w:pStyle w:val="SoDZpatvlevo"/>
          </w:pPr>
          <w:r>
            <w:t>Smlouva o dílo na Z</w:t>
          </w:r>
          <w:r w:rsidRPr="003462EB">
            <w:t xml:space="preserve">hotovení stavby </w:t>
          </w:r>
        </w:p>
      </w:tc>
    </w:tr>
  </w:tbl>
  <w:p w14:paraId="3618A676" w14:textId="77777777" w:rsidR="00F34198" w:rsidRPr="00747C0A" w:rsidRDefault="00F3419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2E70084E" w14:textId="77777777" w:rsidTr="00D453DF">
      <w:tc>
        <w:tcPr>
          <w:tcW w:w="0" w:type="auto"/>
          <w:tcMar>
            <w:left w:w="0" w:type="dxa"/>
            <w:right w:w="0" w:type="dxa"/>
          </w:tcMar>
          <w:vAlign w:val="bottom"/>
        </w:tcPr>
        <w:p w14:paraId="009D2EDB" w14:textId="77777777" w:rsidR="00F34198" w:rsidRPr="007E0D11" w:rsidRDefault="00F34198" w:rsidP="00D453DF">
          <w:pPr>
            <w:pStyle w:val="SoDZpatvpravo"/>
            <w:rPr>
              <w:b/>
            </w:rPr>
          </w:pPr>
          <w:r w:rsidRPr="007E0D11">
            <w:rPr>
              <w:b/>
            </w:rPr>
            <w:t xml:space="preserve">Příloha č. </w:t>
          </w:r>
          <w:r>
            <w:rPr>
              <w:b/>
            </w:rPr>
            <w:t>5</w:t>
          </w:r>
        </w:p>
        <w:p w14:paraId="291B3E8F" w14:textId="77777777" w:rsidR="00F34198" w:rsidRPr="003462EB" w:rsidRDefault="00F3419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739ACBB5" w:rsidR="00F34198" w:rsidRPr="009E09BE" w:rsidRDefault="00F3419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2</w:t>
          </w:r>
          <w:r>
            <w:rPr>
              <w:rStyle w:val="slostrnky"/>
            </w:rPr>
            <w:fldChar w:fldCharType="end"/>
          </w:r>
        </w:p>
      </w:tc>
    </w:tr>
  </w:tbl>
  <w:p w14:paraId="1AFB6075" w14:textId="77777777" w:rsidR="00F34198" w:rsidRPr="00B8518B" w:rsidRDefault="00F3419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003F90FA" w14:textId="77777777" w:rsidTr="00D453DF">
      <w:tc>
        <w:tcPr>
          <w:tcW w:w="1021" w:type="dxa"/>
          <w:vAlign w:val="bottom"/>
        </w:tcPr>
        <w:p w14:paraId="582D099F" w14:textId="77777777" w:rsidR="00F34198" w:rsidRPr="00B8518B" w:rsidRDefault="00F3419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F34198" w:rsidRPr="007E0D11" w:rsidRDefault="00F34198" w:rsidP="007E0D11">
          <w:pPr>
            <w:pStyle w:val="SoDZpatvlevo"/>
            <w:rPr>
              <w:b/>
            </w:rPr>
          </w:pPr>
          <w:r>
            <w:rPr>
              <w:b/>
            </w:rPr>
            <w:t>Příloha č. 6</w:t>
          </w:r>
        </w:p>
        <w:p w14:paraId="1F2241B5" w14:textId="77777777" w:rsidR="00F34198" w:rsidRPr="003462EB" w:rsidRDefault="00F34198" w:rsidP="007E0D11">
          <w:pPr>
            <w:pStyle w:val="SoDZpatvlevo"/>
          </w:pPr>
          <w:r>
            <w:t>Smlouva o dílo na Z</w:t>
          </w:r>
          <w:r w:rsidRPr="003462EB">
            <w:t xml:space="preserve">hotovení stavby </w:t>
          </w:r>
        </w:p>
      </w:tc>
    </w:tr>
  </w:tbl>
  <w:p w14:paraId="21A98098" w14:textId="77777777" w:rsidR="00F34198" w:rsidRPr="00747C0A" w:rsidRDefault="00F3419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11CA8254" w14:textId="77777777" w:rsidTr="00D453DF">
      <w:tc>
        <w:tcPr>
          <w:tcW w:w="0" w:type="auto"/>
          <w:tcMar>
            <w:left w:w="0" w:type="dxa"/>
            <w:right w:w="0" w:type="dxa"/>
          </w:tcMar>
          <w:vAlign w:val="bottom"/>
        </w:tcPr>
        <w:p w14:paraId="4CFE7BBF" w14:textId="77777777" w:rsidR="00F34198" w:rsidRPr="007E0D11" w:rsidRDefault="00F34198" w:rsidP="00D453DF">
          <w:pPr>
            <w:pStyle w:val="SoDZpatvpravo"/>
            <w:rPr>
              <w:b/>
            </w:rPr>
          </w:pPr>
          <w:r w:rsidRPr="007E0D11">
            <w:rPr>
              <w:b/>
            </w:rPr>
            <w:t xml:space="preserve">Příloha č. </w:t>
          </w:r>
          <w:r>
            <w:rPr>
              <w:b/>
            </w:rPr>
            <w:t>6</w:t>
          </w:r>
        </w:p>
        <w:p w14:paraId="59DE375C" w14:textId="77777777" w:rsidR="00F34198" w:rsidRPr="003462EB" w:rsidRDefault="00F3419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658C76D6" w:rsidR="00F34198" w:rsidRPr="009E09BE" w:rsidRDefault="00F3419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1</w:t>
          </w:r>
          <w:r>
            <w:rPr>
              <w:rStyle w:val="slostrnky"/>
            </w:rPr>
            <w:fldChar w:fldCharType="end"/>
          </w:r>
        </w:p>
      </w:tc>
    </w:tr>
  </w:tbl>
  <w:p w14:paraId="20F69DB2" w14:textId="77777777" w:rsidR="00F34198" w:rsidRPr="00B8518B" w:rsidRDefault="00F3419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2FB8E95F" w14:textId="77777777" w:rsidTr="00D453DF">
      <w:tc>
        <w:tcPr>
          <w:tcW w:w="1021" w:type="dxa"/>
          <w:vAlign w:val="bottom"/>
        </w:tcPr>
        <w:p w14:paraId="28029A32" w14:textId="77777777" w:rsidR="00F34198" w:rsidRPr="00B8518B" w:rsidRDefault="00F3419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F34198" w:rsidRPr="007E0D11" w:rsidRDefault="00F34198" w:rsidP="007E0D11">
          <w:pPr>
            <w:pStyle w:val="SoDZpatvlevo"/>
            <w:rPr>
              <w:b/>
            </w:rPr>
          </w:pPr>
          <w:r>
            <w:rPr>
              <w:b/>
            </w:rPr>
            <w:t>Příloha č. 7</w:t>
          </w:r>
        </w:p>
        <w:p w14:paraId="2FB43744" w14:textId="77777777" w:rsidR="00F34198" w:rsidRPr="003462EB" w:rsidRDefault="00F34198" w:rsidP="007E0D11">
          <w:pPr>
            <w:pStyle w:val="SoDZpatvlevo"/>
          </w:pPr>
          <w:r>
            <w:t>Smlouva o dílo na Z</w:t>
          </w:r>
          <w:r w:rsidRPr="003462EB">
            <w:t xml:space="preserve">hotovení stavby </w:t>
          </w:r>
        </w:p>
      </w:tc>
    </w:tr>
  </w:tbl>
  <w:p w14:paraId="63DDA7CB" w14:textId="77777777" w:rsidR="00F34198" w:rsidRPr="00747C0A" w:rsidRDefault="00F3419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082248BF" w14:textId="77777777" w:rsidTr="00D453DF">
      <w:tc>
        <w:tcPr>
          <w:tcW w:w="0" w:type="auto"/>
          <w:tcMar>
            <w:left w:w="0" w:type="dxa"/>
            <w:right w:w="0" w:type="dxa"/>
          </w:tcMar>
          <w:vAlign w:val="bottom"/>
        </w:tcPr>
        <w:p w14:paraId="0E9A2314" w14:textId="77777777" w:rsidR="00F34198" w:rsidRPr="007E0D11" w:rsidRDefault="00F34198" w:rsidP="00D453DF">
          <w:pPr>
            <w:pStyle w:val="SoDZpatvpravo"/>
            <w:rPr>
              <w:b/>
            </w:rPr>
          </w:pPr>
          <w:r w:rsidRPr="007E0D11">
            <w:rPr>
              <w:b/>
            </w:rPr>
            <w:t xml:space="preserve">Příloha č. </w:t>
          </w:r>
          <w:r>
            <w:rPr>
              <w:b/>
            </w:rPr>
            <w:t>7</w:t>
          </w:r>
        </w:p>
        <w:p w14:paraId="4A406F70" w14:textId="77777777" w:rsidR="00F34198" w:rsidRPr="003462EB" w:rsidRDefault="00F3419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2EF4CA60" w:rsidR="00F34198" w:rsidRPr="009E09BE" w:rsidRDefault="00F3419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1</w:t>
          </w:r>
          <w:r>
            <w:rPr>
              <w:rStyle w:val="slostrnky"/>
            </w:rPr>
            <w:fldChar w:fldCharType="end"/>
          </w:r>
        </w:p>
      </w:tc>
    </w:tr>
  </w:tbl>
  <w:p w14:paraId="264D8BB9" w14:textId="77777777" w:rsidR="00F34198" w:rsidRPr="00B8518B" w:rsidRDefault="00F3419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6552D3AE" w14:textId="77777777" w:rsidTr="00D453DF">
      <w:tc>
        <w:tcPr>
          <w:tcW w:w="1021" w:type="dxa"/>
          <w:vAlign w:val="bottom"/>
        </w:tcPr>
        <w:p w14:paraId="3E572A3E" w14:textId="77777777" w:rsidR="00F34198" w:rsidRPr="00B8518B" w:rsidRDefault="00F3419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F34198" w:rsidRPr="007E0D11" w:rsidRDefault="00F34198" w:rsidP="007E0D11">
          <w:pPr>
            <w:pStyle w:val="SoDZpatvlevo"/>
            <w:rPr>
              <w:b/>
            </w:rPr>
          </w:pPr>
          <w:r>
            <w:rPr>
              <w:b/>
            </w:rPr>
            <w:t>Příloha č. 8</w:t>
          </w:r>
        </w:p>
        <w:p w14:paraId="601D765E" w14:textId="77777777" w:rsidR="00F34198" w:rsidRPr="003462EB" w:rsidRDefault="00F34198" w:rsidP="007E0D11">
          <w:pPr>
            <w:pStyle w:val="SoDZpatvlevo"/>
          </w:pPr>
          <w:r>
            <w:t>Smlouva o dílo na Z</w:t>
          </w:r>
          <w:r w:rsidRPr="003462EB">
            <w:t xml:space="preserve">hotovení stavby </w:t>
          </w:r>
        </w:p>
      </w:tc>
    </w:tr>
  </w:tbl>
  <w:p w14:paraId="358FAAC1" w14:textId="77777777" w:rsidR="00F34198" w:rsidRPr="00747C0A" w:rsidRDefault="00F3419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02E0C1B2" w14:textId="77777777" w:rsidTr="00D453DF">
      <w:tc>
        <w:tcPr>
          <w:tcW w:w="0" w:type="auto"/>
          <w:tcMar>
            <w:left w:w="0" w:type="dxa"/>
            <w:right w:w="0" w:type="dxa"/>
          </w:tcMar>
          <w:vAlign w:val="bottom"/>
        </w:tcPr>
        <w:p w14:paraId="1FE7B8F4" w14:textId="77777777" w:rsidR="00F34198" w:rsidRPr="007E0D11" w:rsidRDefault="00F34198" w:rsidP="00D453DF">
          <w:pPr>
            <w:pStyle w:val="SoDZpatvpravo"/>
            <w:rPr>
              <w:b/>
            </w:rPr>
          </w:pPr>
          <w:r w:rsidRPr="007E0D11">
            <w:rPr>
              <w:b/>
            </w:rPr>
            <w:t xml:space="preserve">Příloha č. </w:t>
          </w:r>
          <w:r>
            <w:rPr>
              <w:b/>
            </w:rPr>
            <w:t>8</w:t>
          </w:r>
        </w:p>
        <w:p w14:paraId="17AF354C" w14:textId="77777777" w:rsidR="00F34198" w:rsidRPr="003462EB" w:rsidRDefault="00F3419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13E1A72B" w:rsidR="00F34198" w:rsidRPr="009E09BE" w:rsidRDefault="00F3419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1</w:t>
          </w:r>
          <w:r>
            <w:rPr>
              <w:rStyle w:val="slostrnky"/>
            </w:rPr>
            <w:fldChar w:fldCharType="end"/>
          </w:r>
        </w:p>
      </w:tc>
    </w:tr>
  </w:tbl>
  <w:p w14:paraId="03737C52" w14:textId="77777777" w:rsidR="00F34198" w:rsidRPr="00B8518B" w:rsidRDefault="00F3419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7A6DC54F" w14:textId="77777777" w:rsidTr="00D453DF">
      <w:tc>
        <w:tcPr>
          <w:tcW w:w="0" w:type="auto"/>
          <w:tcMar>
            <w:left w:w="0" w:type="dxa"/>
            <w:right w:w="0" w:type="dxa"/>
          </w:tcMar>
          <w:vAlign w:val="bottom"/>
        </w:tcPr>
        <w:p w14:paraId="081A37C4" w14:textId="77777777" w:rsidR="00F34198" w:rsidRPr="003462EB" w:rsidRDefault="00F34198"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F34198" w:rsidRPr="009E09BE" w:rsidRDefault="00F3419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F34198" w:rsidRPr="00B8518B" w:rsidRDefault="00F3419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12DA34C0" w14:textId="77777777" w:rsidTr="00D453DF">
      <w:tc>
        <w:tcPr>
          <w:tcW w:w="1021" w:type="dxa"/>
          <w:vAlign w:val="bottom"/>
        </w:tcPr>
        <w:p w14:paraId="010748D7" w14:textId="77777777" w:rsidR="00F34198" w:rsidRPr="00B8518B" w:rsidRDefault="00F3419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F34198" w:rsidRPr="007E0D11" w:rsidRDefault="00F34198" w:rsidP="007E0D11">
          <w:pPr>
            <w:pStyle w:val="SoDZpatvlevo"/>
            <w:rPr>
              <w:b/>
            </w:rPr>
          </w:pPr>
          <w:r>
            <w:rPr>
              <w:b/>
            </w:rPr>
            <w:t>Příloha č. 9</w:t>
          </w:r>
        </w:p>
        <w:p w14:paraId="0A6D015E" w14:textId="77777777" w:rsidR="00F34198" w:rsidRPr="003462EB" w:rsidRDefault="00F34198" w:rsidP="007E0D11">
          <w:pPr>
            <w:pStyle w:val="SoDZpatvlevo"/>
          </w:pPr>
          <w:r>
            <w:t>Smlouva o dílo na Z</w:t>
          </w:r>
          <w:r w:rsidRPr="003462EB">
            <w:t xml:space="preserve">hotovení stavby </w:t>
          </w:r>
        </w:p>
      </w:tc>
    </w:tr>
  </w:tbl>
  <w:p w14:paraId="5826716B" w14:textId="77777777" w:rsidR="00F34198" w:rsidRPr="00747C0A" w:rsidRDefault="00F3419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32C422E3" w14:textId="77777777" w:rsidTr="00D453DF">
      <w:tc>
        <w:tcPr>
          <w:tcW w:w="0" w:type="auto"/>
          <w:tcMar>
            <w:left w:w="0" w:type="dxa"/>
            <w:right w:w="0" w:type="dxa"/>
          </w:tcMar>
          <w:vAlign w:val="bottom"/>
        </w:tcPr>
        <w:p w14:paraId="262E0AE9" w14:textId="77777777" w:rsidR="00F34198" w:rsidRPr="007E0D11" w:rsidRDefault="00F34198" w:rsidP="00D453DF">
          <w:pPr>
            <w:pStyle w:val="SoDZpatvpravo"/>
            <w:rPr>
              <w:b/>
            </w:rPr>
          </w:pPr>
          <w:r w:rsidRPr="007E0D11">
            <w:rPr>
              <w:b/>
            </w:rPr>
            <w:t xml:space="preserve">Příloha č. </w:t>
          </w:r>
          <w:r>
            <w:rPr>
              <w:b/>
            </w:rPr>
            <w:t>9</w:t>
          </w:r>
        </w:p>
        <w:p w14:paraId="4F655C71" w14:textId="77777777" w:rsidR="00F34198" w:rsidRPr="003462EB" w:rsidRDefault="00F3419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00071C39" w:rsidR="00F34198" w:rsidRPr="009E09BE" w:rsidRDefault="00F3419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1</w:t>
          </w:r>
          <w:r>
            <w:rPr>
              <w:rStyle w:val="slostrnky"/>
            </w:rPr>
            <w:fldChar w:fldCharType="end"/>
          </w:r>
        </w:p>
      </w:tc>
    </w:tr>
  </w:tbl>
  <w:p w14:paraId="297B20EE" w14:textId="77777777" w:rsidR="00F34198" w:rsidRPr="00B8518B" w:rsidRDefault="00F3419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0EFFF9F1" w14:textId="77777777" w:rsidTr="00D453DF">
      <w:tc>
        <w:tcPr>
          <w:tcW w:w="1021" w:type="dxa"/>
          <w:vAlign w:val="bottom"/>
        </w:tcPr>
        <w:p w14:paraId="683AAC16" w14:textId="77777777" w:rsidR="00F34198" w:rsidRPr="00B8518B" w:rsidRDefault="00F3419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F34198" w:rsidRPr="007E0D11" w:rsidRDefault="00F34198" w:rsidP="007E0D11">
          <w:pPr>
            <w:pStyle w:val="SoDZpatvlevo"/>
            <w:rPr>
              <w:b/>
            </w:rPr>
          </w:pPr>
          <w:r>
            <w:rPr>
              <w:b/>
            </w:rPr>
            <w:t>Příloha č. 10</w:t>
          </w:r>
        </w:p>
        <w:p w14:paraId="551E85CD" w14:textId="77777777" w:rsidR="00F34198" w:rsidRPr="003462EB" w:rsidRDefault="00F34198" w:rsidP="007E0D11">
          <w:pPr>
            <w:pStyle w:val="SoDZpatvlevo"/>
          </w:pPr>
          <w:r>
            <w:t>Smlouva o dílo na Z</w:t>
          </w:r>
          <w:r w:rsidRPr="003462EB">
            <w:t xml:space="preserve">hotovení stavby </w:t>
          </w:r>
        </w:p>
      </w:tc>
    </w:tr>
  </w:tbl>
  <w:p w14:paraId="0D245EAE" w14:textId="77777777" w:rsidR="00F34198" w:rsidRPr="00747C0A" w:rsidRDefault="00F3419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168BE9B5" w14:textId="77777777" w:rsidTr="00D453DF">
      <w:tc>
        <w:tcPr>
          <w:tcW w:w="0" w:type="auto"/>
          <w:tcMar>
            <w:left w:w="0" w:type="dxa"/>
            <w:right w:w="0" w:type="dxa"/>
          </w:tcMar>
          <w:vAlign w:val="bottom"/>
        </w:tcPr>
        <w:p w14:paraId="09B9C967" w14:textId="77777777" w:rsidR="00F34198" w:rsidRPr="007E0D11" w:rsidRDefault="00F34198" w:rsidP="00D453DF">
          <w:pPr>
            <w:pStyle w:val="SoDZpatvpravo"/>
            <w:rPr>
              <w:b/>
            </w:rPr>
          </w:pPr>
          <w:r w:rsidRPr="007E0D11">
            <w:rPr>
              <w:b/>
            </w:rPr>
            <w:t xml:space="preserve">Příloha č. </w:t>
          </w:r>
          <w:r>
            <w:rPr>
              <w:b/>
            </w:rPr>
            <w:t>10</w:t>
          </w:r>
        </w:p>
        <w:p w14:paraId="37702473" w14:textId="77777777" w:rsidR="00F34198" w:rsidRPr="003462EB" w:rsidRDefault="00F3419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66E7D0F8" w:rsidR="00F34198" w:rsidRPr="009E09BE" w:rsidRDefault="00F3419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1</w:t>
          </w:r>
          <w:r>
            <w:rPr>
              <w:rStyle w:val="slostrnky"/>
            </w:rPr>
            <w:fldChar w:fldCharType="end"/>
          </w:r>
        </w:p>
      </w:tc>
    </w:tr>
  </w:tbl>
  <w:p w14:paraId="109181C0" w14:textId="77777777" w:rsidR="00F34198" w:rsidRPr="00B8518B" w:rsidRDefault="00F34198"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4189381E" w14:textId="77777777" w:rsidTr="00D453DF">
      <w:tc>
        <w:tcPr>
          <w:tcW w:w="1021" w:type="dxa"/>
          <w:vAlign w:val="bottom"/>
        </w:tcPr>
        <w:p w14:paraId="71223D73" w14:textId="6C443BEA" w:rsidR="00F34198" w:rsidRPr="00B8518B" w:rsidRDefault="00F3419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4</w:t>
          </w:r>
          <w:r>
            <w:rPr>
              <w:rStyle w:val="slostrnky"/>
            </w:rPr>
            <w:fldChar w:fldCharType="end"/>
          </w:r>
        </w:p>
      </w:tc>
      <w:tc>
        <w:tcPr>
          <w:tcW w:w="0" w:type="auto"/>
          <w:vAlign w:val="bottom"/>
        </w:tcPr>
        <w:p w14:paraId="499C474F" w14:textId="77777777" w:rsidR="00F34198" w:rsidRPr="007E0D11" w:rsidRDefault="00F34198" w:rsidP="007E0D11">
          <w:pPr>
            <w:pStyle w:val="SoDZpatvlevo"/>
            <w:rPr>
              <w:b/>
            </w:rPr>
          </w:pPr>
          <w:r>
            <w:rPr>
              <w:b/>
            </w:rPr>
            <w:t>Příloha č. 11</w:t>
          </w:r>
        </w:p>
        <w:p w14:paraId="0B687626" w14:textId="77777777" w:rsidR="00F34198" w:rsidRPr="003462EB" w:rsidRDefault="00F34198" w:rsidP="007E0D11">
          <w:pPr>
            <w:pStyle w:val="SoDZpatvlevo"/>
          </w:pPr>
          <w:r>
            <w:t>Smlouva o dílo na Z</w:t>
          </w:r>
          <w:r w:rsidRPr="003462EB">
            <w:t xml:space="preserve">hotovení stavby </w:t>
          </w:r>
        </w:p>
      </w:tc>
    </w:tr>
  </w:tbl>
  <w:p w14:paraId="483AA619" w14:textId="77777777" w:rsidR="00F34198" w:rsidRPr="00747C0A" w:rsidRDefault="00F34198">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4A394343" w14:textId="77777777" w:rsidTr="00D453DF">
      <w:tc>
        <w:tcPr>
          <w:tcW w:w="0" w:type="auto"/>
          <w:tcMar>
            <w:left w:w="0" w:type="dxa"/>
            <w:right w:w="0" w:type="dxa"/>
          </w:tcMar>
          <w:vAlign w:val="bottom"/>
        </w:tcPr>
        <w:p w14:paraId="43591DCB" w14:textId="77777777" w:rsidR="00F34198" w:rsidRPr="007E0D11" w:rsidRDefault="00F34198" w:rsidP="00D453DF">
          <w:pPr>
            <w:pStyle w:val="SoDZpatvpravo"/>
            <w:rPr>
              <w:b/>
            </w:rPr>
          </w:pPr>
          <w:r w:rsidRPr="007E0D11">
            <w:rPr>
              <w:b/>
            </w:rPr>
            <w:t xml:space="preserve">Příloha č. </w:t>
          </w:r>
          <w:r>
            <w:rPr>
              <w:b/>
            </w:rPr>
            <w:t>11</w:t>
          </w:r>
        </w:p>
        <w:p w14:paraId="4CD8DA80" w14:textId="77777777" w:rsidR="00F34198" w:rsidRPr="003462EB" w:rsidRDefault="00F3419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3F1B6E8F" w:rsidR="00F34198" w:rsidRPr="009E09BE" w:rsidRDefault="00F3419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4</w:t>
          </w:r>
          <w:r>
            <w:rPr>
              <w:rStyle w:val="slostrnky"/>
            </w:rPr>
            <w:fldChar w:fldCharType="end"/>
          </w:r>
        </w:p>
      </w:tc>
    </w:tr>
  </w:tbl>
  <w:p w14:paraId="11D644C6" w14:textId="77777777" w:rsidR="00F34198" w:rsidRPr="00B8518B" w:rsidRDefault="00F3419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5A43D" w14:textId="20EA4757" w:rsidR="00F34198" w:rsidRDefault="00F34198" w:rsidP="00E73A2F">
    <w:pPr>
      <w:spacing w:after="0" w:line="240" w:lineRule="auto"/>
      <w:rPr>
        <w:b/>
        <w:i/>
        <w:color w:val="00B050"/>
      </w:rPr>
    </w:pPr>
    <w:r w:rsidRPr="00BC322B">
      <w:rPr>
        <w:b/>
        <w:i/>
        <w:color w:val="00B050"/>
      </w:rPr>
      <w:t xml:space="preserve"> </w:t>
    </w:r>
  </w:p>
  <w:p w14:paraId="2F7A991E" w14:textId="77777777" w:rsidR="00F34198" w:rsidRPr="00B3350F" w:rsidRDefault="00F34198"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5023A3A" w14:textId="18763F4E" w:rsidR="00F34198" w:rsidRPr="00B3350F" w:rsidRDefault="00F34198" w:rsidP="00E73A2F">
    <w:pPr>
      <w:spacing w:after="0"/>
      <w:rPr>
        <w:sz w:val="4"/>
        <w:szCs w:val="4"/>
      </w:rPr>
    </w:pPr>
  </w:p>
  <w:p w14:paraId="7180ACA4" w14:textId="59E17FD2" w:rsidR="00F34198" w:rsidRPr="00BC322B" w:rsidRDefault="00F34198" w:rsidP="00E73A2F">
    <w:pPr>
      <w:spacing w:after="0"/>
      <w:rPr>
        <w:b/>
        <w:i/>
        <w:color w:val="00B050"/>
      </w:rPr>
    </w:pPr>
  </w:p>
  <w:p w14:paraId="706C0D3B" w14:textId="77777777" w:rsidR="00F34198" w:rsidRPr="00B8518B" w:rsidRDefault="00F34198" w:rsidP="00E73A2F">
    <w:pPr>
      <w:pStyle w:val="Zpat"/>
      <w:rPr>
        <w:sz w:val="2"/>
        <w:szCs w:val="2"/>
      </w:rPr>
    </w:pPr>
  </w:p>
  <w:p w14:paraId="7C4481CC" w14:textId="5819A928" w:rsidR="00F34198" w:rsidRPr="00EF529C" w:rsidRDefault="00F34198" w:rsidP="00E73A2F">
    <w:pPr>
      <w:pStyle w:val="Zpat"/>
      <w:rPr>
        <w:rFonts w:cs="Calibri"/>
        <w:sz w:val="4"/>
        <w:szCs w:val="4"/>
      </w:rPr>
    </w:pPr>
  </w:p>
  <w:p w14:paraId="6B346891" w14:textId="77777777" w:rsidR="00F34198" w:rsidRPr="00B9342A" w:rsidRDefault="00F34198">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18B490B5" w14:textId="77777777" w:rsidTr="00D453DF">
      <w:tc>
        <w:tcPr>
          <w:tcW w:w="1021" w:type="dxa"/>
          <w:vAlign w:val="bottom"/>
        </w:tcPr>
        <w:p w14:paraId="681DB804" w14:textId="77777777" w:rsidR="00F34198" w:rsidRPr="00B8518B" w:rsidRDefault="00F3419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F34198" w:rsidRPr="007E0D11" w:rsidRDefault="00F34198" w:rsidP="007E0D11">
          <w:pPr>
            <w:pStyle w:val="SoDZpatvlevo"/>
            <w:rPr>
              <w:b/>
            </w:rPr>
          </w:pPr>
          <w:r w:rsidRPr="007E0D11">
            <w:rPr>
              <w:b/>
            </w:rPr>
            <w:t>Příloha č. 1</w:t>
          </w:r>
        </w:p>
        <w:p w14:paraId="67FAB9BE" w14:textId="77777777" w:rsidR="00F34198" w:rsidRPr="003462EB" w:rsidRDefault="00F34198" w:rsidP="007E0D11">
          <w:pPr>
            <w:pStyle w:val="SoDZpatvlevo"/>
          </w:pPr>
          <w:r>
            <w:t>Smlouva o dílo na Z</w:t>
          </w:r>
          <w:r w:rsidRPr="003462EB">
            <w:t xml:space="preserve">hotovení stavby </w:t>
          </w:r>
        </w:p>
      </w:tc>
    </w:tr>
  </w:tbl>
  <w:p w14:paraId="62202BB2" w14:textId="77777777" w:rsidR="00F34198" w:rsidRPr="00747C0A" w:rsidRDefault="00F3419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31396F0E" w14:textId="77777777" w:rsidTr="00D453DF">
      <w:tc>
        <w:tcPr>
          <w:tcW w:w="0" w:type="auto"/>
          <w:tcMar>
            <w:left w:w="0" w:type="dxa"/>
            <w:right w:w="0" w:type="dxa"/>
          </w:tcMar>
          <w:vAlign w:val="bottom"/>
        </w:tcPr>
        <w:p w14:paraId="382C82D8" w14:textId="77777777" w:rsidR="00F34198" w:rsidRPr="007E0D11" w:rsidRDefault="00F34198" w:rsidP="00D453DF">
          <w:pPr>
            <w:pStyle w:val="SoDZpatvpravo"/>
            <w:rPr>
              <w:b/>
            </w:rPr>
          </w:pPr>
          <w:r w:rsidRPr="007E0D11">
            <w:rPr>
              <w:b/>
            </w:rPr>
            <w:t>Příloha č. 1</w:t>
          </w:r>
        </w:p>
        <w:p w14:paraId="1EA46AAB" w14:textId="77777777" w:rsidR="00F34198" w:rsidRPr="003462EB" w:rsidRDefault="00F34198"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2715B420" w:rsidR="00F34198" w:rsidRPr="009E09BE" w:rsidRDefault="00F34198"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1</w:t>
          </w:r>
          <w:r>
            <w:rPr>
              <w:rStyle w:val="slostrnky"/>
            </w:rPr>
            <w:fldChar w:fldCharType="end"/>
          </w:r>
        </w:p>
      </w:tc>
    </w:tr>
  </w:tbl>
  <w:p w14:paraId="03663A77" w14:textId="77777777" w:rsidR="00F34198" w:rsidRPr="00B8518B" w:rsidRDefault="00F3419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3A024DA2" w14:textId="77777777" w:rsidTr="00D453DF">
      <w:tc>
        <w:tcPr>
          <w:tcW w:w="1021" w:type="dxa"/>
          <w:vAlign w:val="bottom"/>
        </w:tcPr>
        <w:p w14:paraId="117AE2D1" w14:textId="4E8D1D7E" w:rsidR="00F34198" w:rsidRPr="00B8518B" w:rsidRDefault="00F3419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4</w:t>
          </w:r>
          <w:r>
            <w:rPr>
              <w:rStyle w:val="slostrnky"/>
            </w:rPr>
            <w:fldChar w:fldCharType="end"/>
          </w:r>
        </w:p>
      </w:tc>
      <w:tc>
        <w:tcPr>
          <w:tcW w:w="0" w:type="auto"/>
          <w:vAlign w:val="bottom"/>
        </w:tcPr>
        <w:p w14:paraId="325C36C8" w14:textId="77777777" w:rsidR="00F34198" w:rsidRPr="007E0D11" w:rsidRDefault="00F34198" w:rsidP="007E0D11">
          <w:pPr>
            <w:pStyle w:val="SoDZpatvlevo"/>
            <w:rPr>
              <w:b/>
            </w:rPr>
          </w:pPr>
          <w:r>
            <w:rPr>
              <w:b/>
            </w:rPr>
            <w:t>Příloha č. 2</w:t>
          </w:r>
        </w:p>
        <w:p w14:paraId="16AE5BBE" w14:textId="77777777" w:rsidR="00F34198" w:rsidRPr="003462EB" w:rsidRDefault="00F34198" w:rsidP="007E0D11">
          <w:pPr>
            <w:pStyle w:val="SoDZpatvlevo"/>
          </w:pPr>
          <w:r>
            <w:t>Smlouva o dílo na Z</w:t>
          </w:r>
          <w:r w:rsidRPr="003462EB">
            <w:t xml:space="preserve">hotovení stavby </w:t>
          </w:r>
        </w:p>
      </w:tc>
    </w:tr>
  </w:tbl>
  <w:p w14:paraId="05690FE1" w14:textId="77777777" w:rsidR="00F34198" w:rsidRPr="00747C0A" w:rsidRDefault="00F3419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69807D1F" w14:textId="77777777" w:rsidTr="00D453DF">
      <w:tc>
        <w:tcPr>
          <w:tcW w:w="0" w:type="auto"/>
          <w:tcMar>
            <w:left w:w="0" w:type="dxa"/>
            <w:right w:w="0" w:type="dxa"/>
          </w:tcMar>
          <w:vAlign w:val="bottom"/>
        </w:tcPr>
        <w:p w14:paraId="5F58362B" w14:textId="77777777" w:rsidR="00F34198" w:rsidRPr="007E0D11" w:rsidRDefault="00F34198" w:rsidP="00D453DF">
          <w:pPr>
            <w:pStyle w:val="SoDZpatvpravo"/>
            <w:rPr>
              <w:b/>
            </w:rPr>
          </w:pPr>
          <w:r w:rsidRPr="007E0D11">
            <w:rPr>
              <w:b/>
            </w:rPr>
            <w:t xml:space="preserve">Příloha č. </w:t>
          </w:r>
          <w:r>
            <w:rPr>
              <w:b/>
            </w:rPr>
            <w:t>2</w:t>
          </w:r>
        </w:p>
        <w:p w14:paraId="5622F97E" w14:textId="77777777" w:rsidR="00F34198" w:rsidRPr="003462EB" w:rsidRDefault="00F3419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5EC354E6" w:rsidR="00F34198" w:rsidRPr="009E09BE" w:rsidRDefault="00F3419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4</w:t>
          </w:r>
          <w:r>
            <w:rPr>
              <w:rStyle w:val="slostrnky"/>
            </w:rPr>
            <w:fldChar w:fldCharType="end"/>
          </w:r>
        </w:p>
      </w:tc>
    </w:tr>
  </w:tbl>
  <w:p w14:paraId="014D064D" w14:textId="77777777" w:rsidR="00F34198" w:rsidRPr="00B8518B" w:rsidRDefault="00F3419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198" w:rsidRPr="003462EB" w14:paraId="095FFA5F" w14:textId="77777777" w:rsidTr="00D453DF">
      <w:tc>
        <w:tcPr>
          <w:tcW w:w="1021" w:type="dxa"/>
          <w:vAlign w:val="bottom"/>
        </w:tcPr>
        <w:p w14:paraId="7D93F4C3" w14:textId="77777777" w:rsidR="00F34198" w:rsidRPr="00B8518B" w:rsidRDefault="00F3419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F34198" w:rsidRPr="007E0D11" w:rsidRDefault="00F34198" w:rsidP="007E0D11">
          <w:pPr>
            <w:pStyle w:val="SoDZpatvlevo"/>
            <w:rPr>
              <w:b/>
            </w:rPr>
          </w:pPr>
          <w:r>
            <w:rPr>
              <w:b/>
            </w:rPr>
            <w:t>Příloha č. 3</w:t>
          </w:r>
        </w:p>
        <w:p w14:paraId="204EC81E" w14:textId="77777777" w:rsidR="00F34198" w:rsidRPr="003462EB" w:rsidRDefault="00F34198" w:rsidP="007E0D11">
          <w:pPr>
            <w:pStyle w:val="SoDZpatvlevo"/>
          </w:pPr>
          <w:r>
            <w:t>Smlouva o dílo na Z</w:t>
          </w:r>
          <w:r w:rsidRPr="003462EB">
            <w:t xml:space="preserve">hotovení stavby </w:t>
          </w:r>
        </w:p>
      </w:tc>
    </w:tr>
  </w:tbl>
  <w:p w14:paraId="4214CF53" w14:textId="77777777" w:rsidR="00F34198" w:rsidRPr="00747C0A" w:rsidRDefault="00F3419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198" w:rsidRPr="009E09BE" w14:paraId="3719DD93" w14:textId="77777777" w:rsidTr="00D453DF">
      <w:tc>
        <w:tcPr>
          <w:tcW w:w="0" w:type="auto"/>
          <w:tcMar>
            <w:left w:w="0" w:type="dxa"/>
            <w:right w:w="0" w:type="dxa"/>
          </w:tcMar>
          <w:vAlign w:val="bottom"/>
        </w:tcPr>
        <w:p w14:paraId="6511460E" w14:textId="77777777" w:rsidR="00F34198" w:rsidRPr="007E0D11" w:rsidRDefault="00F34198" w:rsidP="00D453DF">
          <w:pPr>
            <w:pStyle w:val="SoDZpatvpravo"/>
            <w:rPr>
              <w:b/>
            </w:rPr>
          </w:pPr>
          <w:r w:rsidRPr="007E0D11">
            <w:rPr>
              <w:b/>
            </w:rPr>
            <w:t xml:space="preserve">Příloha č. </w:t>
          </w:r>
          <w:r>
            <w:rPr>
              <w:b/>
            </w:rPr>
            <w:t>3</w:t>
          </w:r>
        </w:p>
        <w:p w14:paraId="62B971A2" w14:textId="77777777" w:rsidR="00F34198" w:rsidRPr="003462EB" w:rsidRDefault="00F3419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2DC704C6" w:rsidR="00F34198" w:rsidRPr="009E09BE" w:rsidRDefault="00F3419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0E4B">
            <w:rPr>
              <w:rStyle w:val="slostrnky"/>
              <w:noProof/>
            </w:rPr>
            <w:t>1</w:t>
          </w:r>
          <w:r>
            <w:rPr>
              <w:rStyle w:val="slostrnky"/>
            </w:rPr>
            <w:fldChar w:fldCharType="end"/>
          </w:r>
        </w:p>
      </w:tc>
    </w:tr>
  </w:tbl>
  <w:p w14:paraId="76562571" w14:textId="77777777" w:rsidR="00F34198" w:rsidRPr="00B8518B" w:rsidRDefault="00F3419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4F8D1" w14:textId="77777777" w:rsidR="00F34198" w:rsidRDefault="00F34198" w:rsidP="00962258">
      <w:pPr>
        <w:spacing w:after="0" w:line="240" w:lineRule="auto"/>
      </w:pPr>
      <w:r>
        <w:separator/>
      </w:r>
    </w:p>
  </w:footnote>
  <w:footnote w:type="continuationSeparator" w:id="0">
    <w:p w14:paraId="6ECAE75B" w14:textId="77777777" w:rsidR="00F34198" w:rsidRDefault="00F3419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34198" w14:paraId="574F2D70" w14:textId="77777777" w:rsidTr="00B22106">
      <w:trPr>
        <w:trHeight w:hRule="exact" w:val="936"/>
      </w:trPr>
      <w:tc>
        <w:tcPr>
          <w:tcW w:w="1361" w:type="dxa"/>
          <w:tcMar>
            <w:left w:w="0" w:type="dxa"/>
            <w:right w:w="0" w:type="dxa"/>
          </w:tcMar>
        </w:tcPr>
        <w:p w14:paraId="45FD33BB" w14:textId="77777777" w:rsidR="00F34198" w:rsidRPr="00B8518B" w:rsidRDefault="00F34198" w:rsidP="00FC6389">
          <w:pPr>
            <w:pStyle w:val="Zpat"/>
            <w:rPr>
              <w:rStyle w:val="slostrnky"/>
            </w:rPr>
          </w:pPr>
        </w:p>
      </w:tc>
      <w:tc>
        <w:tcPr>
          <w:tcW w:w="3458" w:type="dxa"/>
          <w:shd w:val="clear" w:color="auto" w:fill="auto"/>
          <w:tcMar>
            <w:left w:w="0" w:type="dxa"/>
            <w:right w:w="0" w:type="dxa"/>
          </w:tcMar>
        </w:tcPr>
        <w:p w14:paraId="1DB67935" w14:textId="77777777" w:rsidR="00F34198" w:rsidRDefault="00F34198"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F34198" w:rsidRPr="00D6163D" w:rsidRDefault="00F34198" w:rsidP="00FC6389">
          <w:pPr>
            <w:pStyle w:val="Druhdokumentu"/>
          </w:pPr>
        </w:p>
      </w:tc>
    </w:tr>
    <w:tr w:rsidR="00F34198" w14:paraId="3C3EE7DB" w14:textId="77777777" w:rsidTr="00B22106">
      <w:trPr>
        <w:trHeight w:hRule="exact" w:val="936"/>
      </w:trPr>
      <w:tc>
        <w:tcPr>
          <w:tcW w:w="1361" w:type="dxa"/>
          <w:tcMar>
            <w:left w:w="0" w:type="dxa"/>
            <w:right w:w="0" w:type="dxa"/>
          </w:tcMar>
        </w:tcPr>
        <w:p w14:paraId="138EFF6D" w14:textId="77777777" w:rsidR="00F34198" w:rsidRPr="00B8518B" w:rsidRDefault="00F34198" w:rsidP="00FC6389">
          <w:pPr>
            <w:pStyle w:val="Zpat"/>
            <w:rPr>
              <w:rStyle w:val="slostrnky"/>
            </w:rPr>
          </w:pPr>
        </w:p>
      </w:tc>
      <w:tc>
        <w:tcPr>
          <w:tcW w:w="3458" w:type="dxa"/>
          <w:shd w:val="clear" w:color="auto" w:fill="auto"/>
          <w:tcMar>
            <w:left w:w="0" w:type="dxa"/>
            <w:right w:w="0" w:type="dxa"/>
          </w:tcMar>
        </w:tcPr>
        <w:p w14:paraId="6FE9B4FD" w14:textId="77777777" w:rsidR="00F34198" w:rsidRDefault="00F34198" w:rsidP="00FC6389">
          <w:pPr>
            <w:pStyle w:val="Zpat"/>
          </w:pPr>
        </w:p>
      </w:tc>
      <w:tc>
        <w:tcPr>
          <w:tcW w:w="5756" w:type="dxa"/>
          <w:shd w:val="clear" w:color="auto" w:fill="auto"/>
          <w:tcMar>
            <w:left w:w="0" w:type="dxa"/>
            <w:right w:w="0" w:type="dxa"/>
          </w:tcMar>
        </w:tcPr>
        <w:p w14:paraId="73D1372E" w14:textId="77777777" w:rsidR="00F34198" w:rsidRPr="00D6163D" w:rsidRDefault="00F34198" w:rsidP="00FC6389">
          <w:pPr>
            <w:pStyle w:val="Druhdokumentu"/>
          </w:pPr>
        </w:p>
      </w:tc>
    </w:tr>
  </w:tbl>
  <w:p w14:paraId="5451980C" w14:textId="77777777" w:rsidR="00F34198" w:rsidRPr="00D6163D" w:rsidRDefault="00F34198" w:rsidP="00FC6389">
    <w:pPr>
      <w:pStyle w:val="Zhlav"/>
      <w:rPr>
        <w:sz w:val="8"/>
        <w:szCs w:val="8"/>
      </w:rPr>
    </w:pPr>
  </w:p>
  <w:p w14:paraId="5942D5E1" w14:textId="77777777" w:rsidR="00F34198" w:rsidRPr="00460660" w:rsidRDefault="00F3419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3A7F8" w14:textId="77777777" w:rsidR="00F34198" w:rsidRPr="00D6163D" w:rsidRDefault="00F3419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2E39F" w14:textId="77777777" w:rsidR="00F34198" w:rsidRPr="00D6163D" w:rsidRDefault="00F3419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3F664" w14:textId="77777777" w:rsidR="00F34198" w:rsidRDefault="00F3419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86DB4" w14:textId="77777777" w:rsidR="00F34198" w:rsidRPr="00D6163D" w:rsidRDefault="00F34198">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E5FB" w14:textId="77777777" w:rsidR="00F34198" w:rsidRDefault="00F3419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0B9A6" w14:textId="77777777" w:rsidR="00F34198" w:rsidRPr="00D6163D" w:rsidRDefault="00F3419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36EA8" w14:textId="77777777" w:rsidR="00F34198" w:rsidRPr="00D6163D" w:rsidRDefault="00F3419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ED20" w14:textId="77777777" w:rsidR="00F34198" w:rsidRPr="00D6163D" w:rsidRDefault="00F3419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37C91" w14:textId="77777777" w:rsidR="00F34198" w:rsidRPr="00D6163D" w:rsidRDefault="00F3419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79F5F" w14:textId="77777777" w:rsidR="00F34198" w:rsidRPr="00D6163D" w:rsidRDefault="00F3419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CA3B9" w14:textId="77777777" w:rsidR="00F34198" w:rsidRPr="00D6163D" w:rsidRDefault="00F3419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5F2CE" w14:textId="77777777" w:rsidR="00F34198" w:rsidRDefault="00F3419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CDBD3" w14:textId="77777777" w:rsidR="00F34198" w:rsidRPr="00D6163D" w:rsidRDefault="00F3419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7DE4F" w14:textId="77777777" w:rsidR="00F34198" w:rsidRDefault="00F341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585381633">
    <w:abstractNumId w:val="4"/>
  </w:num>
  <w:num w:numId="2" w16cid:durableId="300429500">
    <w:abstractNumId w:val="2"/>
  </w:num>
  <w:num w:numId="3" w16cid:durableId="910777764">
    <w:abstractNumId w:val="11"/>
  </w:num>
  <w:num w:numId="4" w16cid:durableId="1750926444">
    <w:abstractNumId w:val="5"/>
  </w:num>
  <w:num w:numId="5" w16cid:durableId="326329301">
    <w:abstractNumId w:val="6"/>
  </w:num>
  <w:num w:numId="6" w16cid:durableId="778720484">
    <w:abstractNumId w:val="7"/>
  </w:num>
  <w:num w:numId="7" w16cid:durableId="10027092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7684516">
    <w:abstractNumId w:val="9"/>
  </w:num>
  <w:num w:numId="9" w16cid:durableId="2144737129">
    <w:abstractNumId w:val="10"/>
  </w:num>
  <w:num w:numId="10" w16cid:durableId="13805895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9150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656494">
    <w:abstractNumId w:val="3"/>
  </w:num>
  <w:num w:numId="13" w16cid:durableId="9256540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98504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902459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9090469">
    <w:abstractNumId w:val="0"/>
  </w:num>
  <w:num w:numId="17" w16cid:durableId="1145662051">
    <w:abstractNumId w:val="3"/>
    <w:lvlOverride w:ilvl="0">
      <w:startOverride w:val="22"/>
    </w:lvlOverride>
  </w:num>
  <w:num w:numId="18" w16cid:durableId="1894344395">
    <w:abstractNumId w:val="8"/>
  </w:num>
  <w:num w:numId="19" w16cid:durableId="1854218423">
    <w:abstractNumId w:val="8"/>
    <w:lvlOverride w:ilvl="0">
      <w:startOverride w:val="1"/>
    </w:lvlOverride>
  </w:num>
  <w:num w:numId="20" w16cid:durableId="135688711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4A8"/>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04EA2"/>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2D7A"/>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3F0E4B"/>
    <w:rsid w:val="003F1FAA"/>
    <w:rsid w:val="004078F3"/>
    <w:rsid w:val="00417618"/>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965B5"/>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6869"/>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46410"/>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1C46"/>
    <w:rsid w:val="006A4AC6"/>
    <w:rsid w:val="006A5570"/>
    <w:rsid w:val="006A689C"/>
    <w:rsid w:val="006B0FFD"/>
    <w:rsid w:val="006B1E10"/>
    <w:rsid w:val="006B3B75"/>
    <w:rsid w:val="006B3D79"/>
    <w:rsid w:val="006B5870"/>
    <w:rsid w:val="006B6FE4"/>
    <w:rsid w:val="006B70C2"/>
    <w:rsid w:val="006C2343"/>
    <w:rsid w:val="006C304E"/>
    <w:rsid w:val="006C442A"/>
    <w:rsid w:val="006D12A8"/>
    <w:rsid w:val="006D17CF"/>
    <w:rsid w:val="006E0578"/>
    <w:rsid w:val="006E09E9"/>
    <w:rsid w:val="006E158D"/>
    <w:rsid w:val="006E314D"/>
    <w:rsid w:val="006F0F34"/>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4D56"/>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A8F"/>
    <w:rsid w:val="007A0C9A"/>
    <w:rsid w:val="007A0E0E"/>
    <w:rsid w:val="007A5172"/>
    <w:rsid w:val="007A67A0"/>
    <w:rsid w:val="007A69B3"/>
    <w:rsid w:val="007B26A1"/>
    <w:rsid w:val="007B36F2"/>
    <w:rsid w:val="007B570C"/>
    <w:rsid w:val="007B5CF8"/>
    <w:rsid w:val="007C0CFA"/>
    <w:rsid w:val="007C25A5"/>
    <w:rsid w:val="007D0413"/>
    <w:rsid w:val="007D3C4F"/>
    <w:rsid w:val="007E0D11"/>
    <w:rsid w:val="007E4A6E"/>
    <w:rsid w:val="007E69F4"/>
    <w:rsid w:val="007E7840"/>
    <w:rsid w:val="007F06FC"/>
    <w:rsid w:val="007F56A7"/>
    <w:rsid w:val="007F7D87"/>
    <w:rsid w:val="007F7DB2"/>
    <w:rsid w:val="00800851"/>
    <w:rsid w:val="00802774"/>
    <w:rsid w:val="00804D90"/>
    <w:rsid w:val="00804DEE"/>
    <w:rsid w:val="008060D6"/>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37A5"/>
    <w:rsid w:val="00866994"/>
    <w:rsid w:val="00867ED8"/>
    <w:rsid w:val="00874C16"/>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6B19"/>
    <w:rsid w:val="008B77B6"/>
    <w:rsid w:val="008B7C0D"/>
    <w:rsid w:val="008C0E1A"/>
    <w:rsid w:val="008C50F3"/>
    <w:rsid w:val="008C7EFE"/>
    <w:rsid w:val="008D03B9"/>
    <w:rsid w:val="008D30C7"/>
    <w:rsid w:val="008D7DC8"/>
    <w:rsid w:val="008E40F0"/>
    <w:rsid w:val="008E62DB"/>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41521"/>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4E7D"/>
    <w:rsid w:val="009C52E8"/>
    <w:rsid w:val="009C675E"/>
    <w:rsid w:val="009D02BE"/>
    <w:rsid w:val="009D06B2"/>
    <w:rsid w:val="009D1CD2"/>
    <w:rsid w:val="009D3D9E"/>
    <w:rsid w:val="009E07F4"/>
    <w:rsid w:val="009E1999"/>
    <w:rsid w:val="009E20FE"/>
    <w:rsid w:val="009E5D23"/>
    <w:rsid w:val="009E7E41"/>
    <w:rsid w:val="009F0867"/>
    <w:rsid w:val="009F309B"/>
    <w:rsid w:val="009F392E"/>
    <w:rsid w:val="009F4AF7"/>
    <w:rsid w:val="009F53C5"/>
    <w:rsid w:val="009F638B"/>
    <w:rsid w:val="009F77F4"/>
    <w:rsid w:val="00A05614"/>
    <w:rsid w:val="00A0740E"/>
    <w:rsid w:val="00A07BA3"/>
    <w:rsid w:val="00A11A87"/>
    <w:rsid w:val="00A15423"/>
    <w:rsid w:val="00A217A8"/>
    <w:rsid w:val="00A21A01"/>
    <w:rsid w:val="00A235BA"/>
    <w:rsid w:val="00A23BFE"/>
    <w:rsid w:val="00A246E5"/>
    <w:rsid w:val="00A25CD0"/>
    <w:rsid w:val="00A27974"/>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113F"/>
    <w:rsid w:val="00A94C2F"/>
    <w:rsid w:val="00A963DE"/>
    <w:rsid w:val="00A973B1"/>
    <w:rsid w:val="00A97C56"/>
    <w:rsid w:val="00AA00A0"/>
    <w:rsid w:val="00AA086D"/>
    <w:rsid w:val="00AA0D12"/>
    <w:rsid w:val="00AA4CBB"/>
    <w:rsid w:val="00AA4D50"/>
    <w:rsid w:val="00AA536F"/>
    <w:rsid w:val="00AA6252"/>
    <w:rsid w:val="00AA65FA"/>
    <w:rsid w:val="00AA7351"/>
    <w:rsid w:val="00AA7AB8"/>
    <w:rsid w:val="00AA7C12"/>
    <w:rsid w:val="00AB1577"/>
    <w:rsid w:val="00AB363C"/>
    <w:rsid w:val="00AB5342"/>
    <w:rsid w:val="00AC0ADE"/>
    <w:rsid w:val="00AC2EDB"/>
    <w:rsid w:val="00AC383E"/>
    <w:rsid w:val="00AC41C6"/>
    <w:rsid w:val="00AD056F"/>
    <w:rsid w:val="00AD075C"/>
    <w:rsid w:val="00AD0C7B"/>
    <w:rsid w:val="00AD1E62"/>
    <w:rsid w:val="00AD57AF"/>
    <w:rsid w:val="00AD5F1A"/>
    <w:rsid w:val="00AD6731"/>
    <w:rsid w:val="00AE4D4C"/>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414C"/>
    <w:rsid w:val="00BA63C7"/>
    <w:rsid w:val="00BB418D"/>
    <w:rsid w:val="00BC06C4"/>
    <w:rsid w:val="00BD257F"/>
    <w:rsid w:val="00BD4DFC"/>
    <w:rsid w:val="00BD5DE9"/>
    <w:rsid w:val="00BD749D"/>
    <w:rsid w:val="00BD7E32"/>
    <w:rsid w:val="00BD7E91"/>
    <w:rsid w:val="00BD7F0D"/>
    <w:rsid w:val="00BE21C8"/>
    <w:rsid w:val="00BF204D"/>
    <w:rsid w:val="00C02D0A"/>
    <w:rsid w:val="00C03A6E"/>
    <w:rsid w:val="00C129C7"/>
    <w:rsid w:val="00C213C0"/>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02A"/>
    <w:rsid w:val="00CB3144"/>
    <w:rsid w:val="00CB337C"/>
    <w:rsid w:val="00CB4F6D"/>
    <w:rsid w:val="00CB6A37"/>
    <w:rsid w:val="00CB7684"/>
    <w:rsid w:val="00CC16FE"/>
    <w:rsid w:val="00CC4EA8"/>
    <w:rsid w:val="00CC5BEB"/>
    <w:rsid w:val="00CC6388"/>
    <w:rsid w:val="00CC6517"/>
    <w:rsid w:val="00CC7C8F"/>
    <w:rsid w:val="00CD11C2"/>
    <w:rsid w:val="00CD1FC4"/>
    <w:rsid w:val="00CD2B1F"/>
    <w:rsid w:val="00CE0900"/>
    <w:rsid w:val="00CE2B2B"/>
    <w:rsid w:val="00CE31C4"/>
    <w:rsid w:val="00CE3B31"/>
    <w:rsid w:val="00CE7AA0"/>
    <w:rsid w:val="00CF04C0"/>
    <w:rsid w:val="00D034A0"/>
    <w:rsid w:val="00D0554F"/>
    <w:rsid w:val="00D0561A"/>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03D2A"/>
    <w:rsid w:val="00E10A24"/>
    <w:rsid w:val="00E1128C"/>
    <w:rsid w:val="00E15D7C"/>
    <w:rsid w:val="00E16FF7"/>
    <w:rsid w:val="00E26D68"/>
    <w:rsid w:val="00E321EF"/>
    <w:rsid w:val="00E32F07"/>
    <w:rsid w:val="00E37FEB"/>
    <w:rsid w:val="00E402BA"/>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97822"/>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2F2A"/>
    <w:rsid w:val="00F34198"/>
    <w:rsid w:val="00F35939"/>
    <w:rsid w:val="00F4131C"/>
    <w:rsid w:val="00F422D3"/>
    <w:rsid w:val="00F4250D"/>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4AF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321354529">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737043809">
      <w:bodyDiv w:val="1"/>
      <w:marLeft w:val="0"/>
      <w:marRight w:val="0"/>
      <w:marTop w:val="0"/>
      <w:marBottom w:val="0"/>
      <w:divBdr>
        <w:top w:val="none" w:sz="0" w:space="0" w:color="auto"/>
        <w:left w:val="none" w:sz="0" w:space="0" w:color="auto"/>
        <w:bottom w:val="none" w:sz="0" w:space="0" w:color="auto"/>
        <w:right w:val="none" w:sz="0" w:space="0" w:color="auto"/>
      </w:divBdr>
    </w:div>
    <w:div w:id="1925338122">
      <w:bodyDiv w:val="1"/>
      <w:marLeft w:val="0"/>
      <w:marRight w:val="0"/>
      <w:marTop w:val="0"/>
      <w:marBottom w:val="0"/>
      <w:divBdr>
        <w:top w:val="none" w:sz="0" w:space="0" w:color="auto"/>
        <w:left w:val="none" w:sz="0" w:space="0" w:color="auto"/>
        <w:bottom w:val="none" w:sz="0" w:space="0" w:color="auto"/>
        <w:right w:val="none" w:sz="0" w:space="0" w:color="auto"/>
      </w:divBdr>
    </w:div>
    <w:div w:id="1931889128">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1E1A5E0-C704-4B69-8FDA-034B654BD2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2B6C17-39DA-4F8E-9B7B-4596C113C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7</TotalTime>
  <Pages>34</Pages>
  <Words>5507</Words>
  <Characters>32496</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Přerovská Kamila, Ing.</cp:lastModifiedBy>
  <cp:revision>3</cp:revision>
  <cp:lastPrinted>2023-03-22T12:55:00Z</cp:lastPrinted>
  <dcterms:created xsi:type="dcterms:W3CDTF">2024-10-09T13:00:00Z</dcterms:created>
  <dcterms:modified xsi:type="dcterms:W3CDTF">2024-10-10T06:51:00Z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